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65B1" w14:textId="77777777" w:rsidR="00B94694" w:rsidRPr="005A3A33" w:rsidRDefault="001950D6" w:rsidP="00B94694">
      <w:pPr>
        <w:pStyle w:val="Pealkiri"/>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5F32F1" w:rsidRPr="005F32F1">
        <w:rPr>
          <w:lang w:val="en-AU"/>
        </w:rPr>
        <w:fldChar w:fldCharType="begin"/>
      </w:r>
      <w:r w:rsidR="005F32F1" w:rsidRPr="005F32F1">
        <w:rPr>
          <w:lang w:val="en-AU"/>
        </w:rPr>
        <w:instrText>MACROBUTTON NoMacro [Lepingu number]</w:instrText>
      </w:r>
      <w:r w:rsidR="005F32F1" w:rsidRPr="005F32F1">
        <w:fldChar w:fldCharType="end"/>
      </w:r>
    </w:p>
    <w:p w14:paraId="479F2AC4" w14:textId="77777777" w:rsidR="00B94694" w:rsidRPr="005A3A33" w:rsidRDefault="00B94694" w:rsidP="00B94694">
      <w:pPr>
        <w:jc w:val="both"/>
        <w:rPr>
          <w:spacing w:val="0"/>
          <w:szCs w:val="18"/>
        </w:rPr>
      </w:pPr>
    </w:p>
    <w:p w14:paraId="40387799" w14:textId="77777777" w:rsidR="00B94694" w:rsidRDefault="00B94694" w:rsidP="008D247D">
      <w:pPr>
        <w:tabs>
          <w:tab w:val="right" w:pos="9000"/>
        </w:tabs>
        <w:jc w:val="both"/>
        <w:rPr>
          <w:spacing w:val="0"/>
          <w:szCs w:val="18"/>
        </w:rPr>
      </w:pPr>
    </w:p>
    <w:p w14:paraId="5150EC9E"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2892408B" w14:textId="77777777" w:rsidR="00B94694" w:rsidRPr="005A3A33" w:rsidRDefault="00B94694" w:rsidP="00B94694">
      <w:pPr>
        <w:jc w:val="both"/>
        <w:rPr>
          <w:spacing w:val="0"/>
        </w:rPr>
      </w:pPr>
    </w:p>
    <w:p w14:paraId="0DC2D17E" w14:textId="77777777"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1F694C" w:rsidRPr="005A3A33">
        <w:rPr>
          <w:spacing w:val="0"/>
        </w:rPr>
        <w:t xml:space="preserve">keda esindab juhatuse </w:t>
      </w:r>
      <w:r w:rsidR="005F32F1" w:rsidRPr="005F32F1">
        <w:rPr>
          <w:spacing w:val="0"/>
          <w:szCs w:val="18"/>
          <w:lang w:val="en-AU"/>
        </w:rPr>
        <w:fldChar w:fldCharType="begin"/>
      </w:r>
      <w:r w:rsidR="005F32F1" w:rsidRPr="00865FC7">
        <w:rPr>
          <w:spacing w:val="0"/>
          <w:szCs w:val="18"/>
        </w:rPr>
        <w:instrText>MACROBUTTON NoMacro [kuupäev]</w:instrText>
      </w:r>
      <w:r w:rsidR="005F32F1" w:rsidRPr="005F32F1">
        <w:rPr>
          <w:spacing w:val="0"/>
          <w:szCs w:val="18"/>
        </w:rPr>
        <w:fldChar w:fldCharType="end"/>
      </w:r>
      <w:r w:rsidR="001F694C" w:rsidRPr="005A3A33">
        <w:rPr>
          <w:spacing w:val="0"/>
        </w:rPr>
        <w:t xml:space="preserve"> otsusega nr </w:t>
      </w:r>
      <w:r w:rsidR="00865FC7" w:rsidRPr="005F32F1">
        <w:rPr>
          <w:spacing w:val="0"/>
          <w:szCs w:val="18"/>
          <w:lang w:val="en-AU"/>
        </w:rPr>
        <w:fldChar w:fldCharType="begin"/>
      </w:r>
      <w:r w:rsidR="00865FC7" w:rsidRPr="00865FC7">
        <w:rPr>
          <w:spacing w:val="0"/>
          <w:szCs w:val="18"/>
        </w:rPr>
        <w:instrText>MACROBUTTON NoMacro [</w:instrText>
      </w:r>
      <w:r w:rsidR="00865FC7">
        <w:rPr>
          <w:spacing w:val="0"/>
          <w:szCs w:val="18"/>
        </w:rPr>
        <w:instrText>otsuse number</w:instrText>
      </w:r>
      <w:r w:rsidR="00865FC7" w:rsidRPr="00865FC7">
        <w:rPr>
          <w:spacing w:val="0"/>
          <w:szCs w:val="18"/>
        </w:rPr>
        <w:instrText>]</w:instrText>
      </w:r>
      <w:r w:rsidR="00865FC7" w:rsidRPr="005F32F1">
        <w:rPr>
          <w:spacing w:val="0"/>
          <w:szCs w:val="18"/>
        </w:rPr>
        <w:fldChar w:fldCharType="end"/>
      </w:r>
      <w:r w:rsidR="001F694C" w:rsidRPr="005A3A33">
        <w:rPr>
          <w:spacing w:val="0"/>
        </w:rPr>
        <w:t xml:space="preserve"> </w:t>
      </w:r>
      <w:r w:rsidR="00F343EA" w:rsidRPr="005A3A33">
        <w:rPr>
          <w:spacing w:val="0"/>
        </w:rPr>
        <w:t xml:space="preserve">kinnitatud </w:t>
      </w:r>
      <w:r w:rsidR="00865FC7" w:rsidRPr="00865FC7">
        <w:rPr>
          <w:spacing w:val="0"/>
          <w:lang w:val="en-AU"/>
        </w:rPr>
        <w:fldChar w:fldCharType="begin"/>
      </w:r>
      <w:r w:rsidR="00865FC7" w:rsidRPr="00865FC7">
        <w:rPr>
          <w:spacing w:val="0"/>
        </w:rPr>
        <w:instrText>MACROBUTTON NoMacro [</w:instrText>
      </w:r>
      <w:r w:rsidR="00865FC7">
        <w:rPr>
          <w:spacing w:val="0"/>
        </w:rPr>
        <w:instrText>struktuuriüksus</w:instrText>
      </w:r>
      <w:r w:rsidR="00865FC7" w:rsidRPr="00865FC7">
        <w:rPr>
          <w:spacing w:val="0"/>
        </w:rPr>
        <w:instrText>]</w:instrText>
      </w:r>
      <w:r w:rsidR="00865FC7" w:rsidRPr="00865FC7">
        <w:rPr>
          <w:spacing w:val="0"/>
        </w:rPr>
        <w:fldChar w:fldCharType="end"/>
      </w:r>
      <w:r w:rsidR="001F694C" w:rsidRPr="005A3A33">
        <w:rPr>
          <w:spacing w:val="0"/>
        </w:rPr>
        <w:t xml:space="preserve"> </w:t>
      </w:r>
      <w:r w:rsidR="00F343EA" w:rsidRPr="005A3A33">
        <w:rPr>
          <w:spacing w:val="0"/>
        </w:rPr>
        <w:t>põhi</w:t>
      </w:r>
      <w:r w:rsidR="001F694C" w:rsidRPr="005A3A33">
        <w:rPr>
          <w:spacing w:val="0"/>
        </w:rPr>
        <w:t>määruse</w:t>
      </w:r>
      <w:r w:rsidR="000310AC">
        <w:rPr>
          <w:spacing w:val="0"/>
        </w:rPr>
        <w:t xml:space="preserve">/ juhatuse liikme </w:t>
      </w:r>
      <w:r w:rsidR="0085737D" w:rsidRPr="005F32F1">
        <w:rPr>
          <w:spacing w:val="0"/>
          <w:szCs w:val="18"/>
          <w:lang w:val="en-AU"/>
        </w:rPr>
        <w:fldChar w:fldCharType="begin"/>
      </w:r>
      <w:r w:rsidR="0085737D" w:rsidRPr="00865FC7">
        <w:rPr>
          <w:spacing w:val="0"/>
          <w:szCs w:val="18"/>
        </w:rPr>
        <w:instrText>MACROBUTTON NoMacro [kuupäev]</w:instrText>
      </w:r>
      <w:r w:rsidR="0085737D" w:rsidRPr="005F32F1">
        <w:rPr>
          <w:spacing w:val="0"/>
          <w:szCs w:val="18"/>
        </w:rPr>
        <w:fldChar w:fldCharType="end"/>
      </w:r>
      <w:r w:rsidR="001F694C" w:rsidRPr="005A3A33">
        <w:rPr>
          <w:spacing w:val="0"/>
        </w:rPr>
        <w:t xml:space="preserve"> </w:t>
      </w:r>
      <w:r w:rsidR="000310AC">
        <w:rPr>
          <w:spacing w:val="0"/>
        </w:rPr>
        <w:t xml:space="preserve">käskkirja nr </w:t>
      </w:r>
      <w:r w:rsidR="0085737D" w:rsidRPr="005F32F1">
        <w:rPr>
          <w:spacing w:val="0"/>
          <w:szCs w:val="18"/>
          <w:lang w:val="en-AU"/>
        </w:rPr>
        <w:fldChar w:fldCharType="begin"/>
      </w:r>
      <w:r w:rsidR="0085737D" w:rsidRPr="00865FC7">
        <w:rPr>
          <w:spacing w:val="0"/>
          <w:szCs w:val="18"/>
        </w:rPr>
        <w:instrText>MACROBUTTON NoMacro [kuupäev]</w:instrText>
      </w:r>
      <w:r w:rsidR="0085737D" w:rsidRPr="005F32F1">
        <w:rPr>
          <w:spacing w:val="0"/>
          <w:szCs w:val="18"/>
        </w:rPr>
        <w:fldChar w:fldCharType="end"/>
      </w:r>
      <w:r w:rsidR="000310AC">
        <w:rPr>
          <w:spacing w:val="0"/>
        </w:rPr>
        <w:t xml:space="preserve"> </w:t>
      </w:r>
      <w:r w:rsidR="001F694C" w:rsidRPr="005A3A33">
        <w:rPr>
          <w:spacing w:val="0"/>
        </w:rPr>
        <w:t xml:space="preserve">alusel </w:t>
      </w:r>
      <w:r w:rsidR="00865FC7" w:rsidRPr="005F32F1">
        <w:rPr>
          <w:b/>
          <w:spacing w:val="0"/>
          <w:lang w:val="en-AU"/>
        </w:rPr>
        <w:fldChar w:fldCharType="begin"/>
      </w:r>
      <w:r w:rsidR="00865FC7" w:rsidRPr="005F32F1">
        <w:rPr>
          <w:b/>
          <w:spacing w:val="0"/>
        </w:rPr>
        <w:instrText>MACROBUTTON NoMacro [ametinimetus]</w:instrText>
      </w:r>
      <w:r w:rsidR="00865FC7" w:rsidRPr="005F32F1">
        <w:rPr>
          <w:spacing w:val="0"/>
        </w:rPr>
        <w:fldChar w:fldCharType="end"/>
      </w:r>
      <w:r w:rsidR="00865FC7" w:rsidRPr="005F32F1">
        <w:rPr>
          <w:spacing w:val="0"/>
        </w:rPr>
        <w:t xml:space="preserve"> </w:t>
      </w:r>
      <w:r w:rsidR="00865FC7" w:rsidRPr="005F32F1">
        <w:rPr>
          <w:b/>
          <w:spacing w:val="0"/>
          <w:lang w:val="en-AU"/>
        </w:rPr>
        <w:fldChar w:fldCharType="begin"/>
      </w:r>
      <w:r w:rsidR="00865FC7" w:rsidRPr="005F32F1">
        <w:rPr>
          <w:b/>
          <w:spacing w:val="0"/>
        </w:rPr>
        <w:instrText>MACROBUTTON NoMacro [Eesnimi Nimi]</w:instrText>
      </w:r>
      <w:r w:rsidR="00865FC7" w:rsidRPr="005F32F1">
        <w:rPr>
          <w:spacing w:val="0"/>
        </w:rPr>
        <w:fldChar w:fldCharType="end"/>
      </w:r>
      <w:r w:rsidRPr="005A3A33">
        <w:rPr>
          <w:b/>
          <w:bCs/>
          <w:spacing w:val="0"/>
        </w:rPr>
        <w:t>,</w:t>
      </w:r>
      <w:r w:rsidRPr="005A3A33">
        <w:rPr>
          <w:spacing w:val="0"/>
        </w:rPr>
        <w:t xml:space="preserve"> ühelt poolt,</w:t>
      </w:r>
    </w:p>
    <w:p w14:paraId="05EB7CB5" w14:textId="77777777" w:rsidR="00B94694" w:rsidRPr="005A3A33" w:rsidRDefault="005F32F1" w:rsidP="005F32F1">
      <w:pPr>
        <w:spacing w:after="240"/>
        <w:jc w:val="both"/>
        <w:rPr>
          <w:spacing w:val="0"/>
        </w:rPr>
      </w:pPr>
      <w:r w:rsidRPr="005F32F1">
        <w:rPr>
          <w:spacing w:val="0"/>
        </w:rPr>
        <w:t xml:space="preserve">ja </w:t>
      </w:r>
      <w:r w:rsidRPr="005F32F1">
        <w:rPr>
          <w:b/>
          <w:spacing w:val="0"/>
          <w:lang w:val="en-AU"/>
        </w:rPr>
        <w:fldChar w:fldCharType="begin"/>
      </w:r>
      <w:r w:rsidRPr="005F32F1">
        <w:rPr>
          <w:b/>
          <w:spacing w:val="0"/>
        </w:rPr>
        <w:instrText>MACROBUTTON NoMacro [Ettevõtte nimi]</w:instrText>
      </w:r>
      <w:r w:rsidRPr="005F32F1">
        <w:rPr>
          <w:spacing w:val="0"/>
        </w:rPr>
        <w:fldChar w:fldCharType="end"/>
      </w:r>
      <w:r>
        <w:rPr>
          <w:spacing w:val="0"/>
        </w:rPr>
        <w:t xml:space="preserve"> </w:t>
      </w:r>
      <w:r w:rsidRPr="005A3A33">
        <w:rPr>
          <w:iCs/>
          <w:spacing w:val="0"/>
        </w:rPr>
        <w:t>(</w:t>
      </w:r>
      <w:r w:rsidRPr="005A3A33">
        <w:rPr>
          <w:spacing w:val="0"/>
        </w:rPr>
        <w:t xml:space="preserve">edaspidi nimetatud </w:t>
      </w:r>
      <w:r w:rsidR="000310AC">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Pr="005F32F1">
        <w:rPr>
          <w:b/>
          <w:spacing w:val="0"/>
          <w:lang w:val="en-AU"/>
        </w:rPr>
        <w:fldChar w:fldCharType="begin"/>
      </w:r>
      <w:r w:rsidRPr="005F32F1">
        <w:rPr>
          <w:b/>
          <w:spacing w:val="0"/>
        </w:rPr>
        <w:instrText>MACROBUTTON NoMacro [ametinimetus]</w:instrText>
      </w:r>
      <w:r w:rsidRPr="005F32F1">
        <w:rPr>
          <w:spacing w:val="0"/>
        </w:rPr>
        <w:fldChar w:fldCharType="end"/>
      </w:r>
      <w:r w:rsidRPr="005F32F1">
        <w:rPr>
          <w:spacing w:val="0"/>
        </w:rPr>
        <w:t xml:space="preserve"> </w:t>
      </w:r>
      <w:r w:rsidRPr="005F32F1">
        <w:rPr>
          <w:b/>
          <w:spacing w:val="0"/>
          <w:lang w:val="en-AU"/>
        </w:rPr>
        <w:fldChar w:fldCharType="begin"/>
      </w:r>
      <w:r w:rsidRPr="005F32F1">
        <w:rPr>
          <w:b/>
          <w:spacing w:val="0"/>
        </w:rPr>
        <w:instrText>MACROBUTTON NoMacro [Eesnimi Nimi]</w:instrText>
      </w:r>
      <w:r w:rsidRPr="005F32F1">
        <w:rPr>
          <w:spacing w:val="0"/>
        </w:rPr>
        <w:fldChar w:fldCharType="end"/>
      </w:r>
      <w:r w:rsidRPr="005F32F1">
        <w:rPr>
          <w:spacing w:val="0"/>
        </w:rPr>
        <w:t xml:space="preserve">, kes tegutseb </w:t>
      </w:r>
      <w:r w:rsidRPr="005F32F1">
        <w:rPr>
          <w:b/>
          <w:spacing w:val="0"/>
          <w:lang w:val="en-AU"/>
        </w:rPr>
        <w:fldChar w:fldCharType="begin"/>
      </w:r>
      <w:r w:rsidRPr="005F32F1">
        <w:rPr>
          <w:b/>
          <w:spacing w:val="0"/>
        </w:rPr>
        <w:instrText>MACROBUTTON NoMacro [kas põhikirja või volituse]</w:instrText>
      </w:r>
      <w:r w:rsidRPr="005F32F1">
        <w:rPr>
          <w:spacing w:val="0"/>
        </w:rPr>
        <w:fldChar w:fldCharType="end"/>
      </w:r>
      <w:r>
        <w:rPr>
          <w:spacing w:val="0"/>
        </w:rPr>
        <w:t xml:space="preserve"> </w:t>
      </w:r>
      <w:r w:rsidRPr="005F32F1">
        <w:rPr>
          <w:spacing w:val="0"/>
        </w:rPr>
        <w:t xml:space="preserve">alusel, teiselt poolt, </w:t>
      </w:r>
    </w:p>
    <w:p w14:paraId="361BEC7E"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684C7536" w14:textId="77777777"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nr 1-47/</w:t>
      </w:r>
      <w:r w:rsidR="0085737D" w:rsidRPr="005F32F1">
        <w:rPr>
          <w:spacing w:val="0"/>
          <w:szCs w:val="18"/>
          <w:lang w:val="en-AU"/>
        </w:rPr>
        <w:fldChar w:fldCharType="begin"/>
      </w:r>
      <w:r w:rsidR="0085737D" w:rsidRPr="00865FC7">
        <w:rPr>
          <w:spacing w:val="0"/>
          <w:szCs w:val="18"/>
        </w:rPr>
        <w:instrText>MACROBUTTON NoMacro [</w:instrText>
      </w:r>
      <w:r w:rsidR="0085737D">
        <w:rPr>
          <w:spacing w:val="0"/>
          <w:szCs w:val="18"/>
        </w:rPr>
        <w:instrText>number</w:instrText>
      </w:r>
      <w:r w:rsidR="0085737D" w:rsidRPr="00865FC7">
        <w:rPr>
          <w:spacing w:val="0"/>
          <w:szCs w:val="18"/>
        </w:rPr>
        <w:instrText>]</w:instrText>
      </w:r>
      <w:r w:rsidR="0085737D" w:rsidRPr="005F32F1">
        <w:rPr>
          <w:spacing w:val="0"/>
          <w:szCs w:val="18"/>
        </w:rPr>
        <w:fldChar w:fldCharType="end"/>
      </w:r>
      <w:r w:rsidR="001950D6">
        <w:rPr>
          <w:spacing w:val="0"/>
          <w:szCs w:val="18"/>
        </w:rPr>
        <w:t xml:space="preserve"> </w:t>
      </w:r>
      <w:r w:rsidR="0085737D" w:rsidRPr="005F32F1">
        <w:rPr>
          <w:spacing w:val="0"/>
          <w:szCs w:val="18"/>
          <w:lang w:val="en-AU"/>
        </w:rPr>
        <w:fldChar w:fldCharType="begin"/>
      </w:r>
      <w:r w:rsidR="0085737D" w:rsidRPr="00865FC7">
        <w:rPr>
          <w:spacing w:val="0"/>
          <w:szCs w:val="18"/>
        </w:rPr>
        <w:instrText>MACROBUTTON NoMacro [</w:instrText>
      </w:r>
      <w:r w:rsidR="0085737D">
        <w:rPr>
          <w:spacing w:val="0"/>
          <w:szCs w:val="18"/>
        </w:rPr>
        <w:instrText>number</w:instrText>
      </w:r>
      <w:r w:rsidR="0085737D" w:rsidRPr="00865FC7">
        <w:rPr>
          <w:spacing w:val="0"/>
          <w:szCs w:val="18"/>
        </w:rPr>
        <w:instrText>]</w:instrText>
      </w:r>
      <w:r w:rsidR="0085737D" w:rsidRPr="005F32F1">
        <w:rPr>
          <w:spacing w:val="0"/>
          <w:szCs w:val="18"/>
        </w:rPr>
        <w:fldChar w:fldCharType="end"/>
      </w:r>
      <w:r w:rsidR="001950D6">
        <w:rPr>
          <w:spacing w:val="0"/>
          <w:szCs w:val="18"/>
        </w:rPr>
        <w:t xml:space="preserve"> (viitenumber </w:t>
      </w:r>
      <w:r w:rsidR="0085737D" w:rsidRPr="005F32F1">
        <w:rPr>
          <w:spacing w:val="0"/>
          <w:szCs w:val="18"/>
          <w:lang w:val="en-AU"/>
        </w:rPr>
        <w:fldChar w:fldCharType="begin"/>
      </w:r>
      <w:r w:rsidR="0085737D" w:rsidRPr="00865FC7">
        <w:rPr>
          <w:spacing w:val="0"/>
          <w:szCs w:val="18"/>
        </w:rPr>
        <w:instrText>MACROBUTTON NoMacro [</w:instrText>
      </w:r>
      <w:r w:rsidR="0085737D">
        <w:rPr>
          <w:spacing w:val="0"/>
          <w:szCs w:val="18"/>
        </w:rPr>
        <w:instrText>number</w:instrText>
      </w:r>
      <w:r w:rsidR="0085737D" w:rsidRPr="00865FC7">
        <w:rPr>
          <w:spacing w:val="0"/>
          <w:szCs w:val="18"/>
        </w:rPr>
        <w:instrText>]</w:instrText>
      </w:r>
      <w:r w:rsidR="0085737D" w:rsidRPr="005F32F1">
        <w:rPr>
          <w:spacing w:val="0"/>
          <w:szCs w:val="18"/>
        </w:rPr>
        <w:fldChar w:fldCharType="end"/>
      </w:r>
      <w:r w:rsidR="001950D6">
        <w:rPr>
          <w:spacing w:val="0"/>
          <w:szCs w:val="18"/>
        </w:rPr>
        <w:t xml:space="preserve">) tulemusena </w:t>
      </w:r>
      <w:r w:rsidRPr="005A3A33">
        <w:rPr>
          <w:spacing w:val="0"/>
          <w:szCs w:val="18"/>
        </w:rPr>
        <w:t>all</w:t>
      </w:r>
      <w:r w:rsidR="008D247D" w:rsidRPr="005A3A33">
        <w:rPr>
          <w:spacing w:val="0"/>
          <w:szCs w:val="18"/>
        </w:rPr>
        <w:t>järgnevas:</w:t>
      </w:r>
    </w:p>
    <w:p w14:paraId="583997D8"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348323A5" w14:textId="77777777" w:rsidR="007A2FCE" w:rsidRPr="005A3A33" w:rsidRDefault="00B94694" w:rsidP="009109EE">
      <w:pPr>
        <w:numPr>
          <w:ilvl w:val="1"/>
          <w:numId w:val="1"/>
        </w:numPr>
        <w:spacing w:after="120"/>
        <w:jc w:val="both"/>
        <w:rPr>
          <w:spacing w:val="0"/>
          <w:szCs w:val="18"/>
        </w:rPr>
      </w:pPr>
      <w:r w:rsidRPr="005A3A33">
        <w:rPr>
          <w:spacing w:val="0"/>
          <w:szCs w:val="18"/>
        </w:rPr>
        <w:t xml:space="preserve">Lepingu </w:t>
      </w:r>
      <w:r w:rsidR="00873E55">
        <w:rPr>
          <w:spacing w:val="0"/>
          <w:szCs w:val="18"/>
        </w:rPr>
        <w:t xml:space="preserve">eesmärgiks on </w:t>
      </w:r>
      <w:r w:rsidR="002171BB" w:rsidRPr="005F32F1">
        <w:rPr>
          <w:spacing w:val="0"/>
          <w:szCs w:val="18"/>
          <w:lang w:val="en-AU"/>
        </w:rPr>
        <w:fldChar w:fldCharType="begin"/>
      </w:r>
      <w:r w:rsidR="002171BB" w:rsidRPr="00865FC7">
        <w:rPr>
          <w:spacing w:val="0"/>
          <w:szCs w:val="18"/>
        </w:rPr>
        <w:instrText>MACROBUTTON NoMacro [</w:instrText>
      </w:r>
      <w:r w:rsidR="002171BB">
        <w:rPr>
          <w:spacing w:val="0"/>
          <w:szCs w:val="18"/>
        </w:rPr>
        <w:instrText>maakond, vald, asula, aadress või kinnistu number</w:instrText>
      </w:r>
      <w:r w:rsidR="002171BB" w:rsidRPr="00865FC7">
        <w:rPr>
          <w:spacing w:val="0"/>
          <w:szCs w:val="18"/>
        </w:rPr>
        <w:instrText>]</w:instrText>
      </w:r>
      <w:r w:rsidR="002171BB" w:rsidRPr="005F32F1">
        <w:rPr>
          <w:spacing w:val="0"/>
          <w:szCs w:val="18"/>
        </w:rPr>
        <w:fldChar w:fldCharType="end"/>
      </w:r>
      <w:r w:rsidR="00C002C5" w:rsidRPr="005A3A33">
        <w:rPr>
          <w:spacing w:val="0"/>
          <w:szCs w:val="18"/>
        </w:rPr>
        <w:t xml:space="preserve"> asuva </w:t>
      </w:r>
      <w:r w:rsidR="002171BB" w:rsidRPr="005F32F1">
        <w:rPr>
          <w:b/>
          <w:spacing w:val="0"/>
          <w:lang w:val="en-AU"/>
        </w:rPr>
        <w:fldChar w:fldCharType="begin"/>
      </w:r>
      <w:r w:rsidR="002171BB" w:rsidRPr="005F32F1">
        <w:rPr>
          <w:b/>
          <w:spacing w:val="0"/>
        </w:rPr>
        <w:instrText>M</w:instrText>
      </w:r>
      <w:r w:rsidR="002171BB">
        <w:rPr>
          <w:b/>
          <w:spacing w:val="0"/>
        </w:rPr>
        <w:instrText>ACROBUTTON NoMacro [</w:instrText>
      </w:r>
      <w:r w:rsidR="00873E55">
        <w:rPr>
          <w:b/>
          <w:spacing w:val="0"/>
        </w:rPr>
        <w:instrText>Ehitise</w:instrText>
      </w:r>
      <w:r w:rsidR="002171BB">
        <w:rPr>
          <w:b/>
          <w:spacing w:val="0"/>
        </w:rPr>
        <w:instrText xml:space="preserve"> nimi</w:instrText>
      </w:r>
      <w:r w:rsidR="002171BB" w:rsidRPr="005F32F1">
        <w:rPr>
          <w:b/>
          <w:spacing w:val="0"/>
        </w:rPr>
        <w:instrText>]</w:instrText>
      </w:r>
      <w:r w:rsidR="002171BB" w:rsidRPr="005F32F1">
        <w:rPr>
          <w:spacing w:val="0"/>
        </w:rPr>
        <w:fldChar w:fldCharType="end"/>
      </w:r>
      <w:r w:rsidRPr="005A3A33">
        <w:rPr>
          <w:spacing w:val="0"/>
          <w:szCs w:val="18"/>
        </w:rPr>
        <w:t xml:space="preserve"> </w:t>
      </w:r>
      <w:r w:rsidR="007A2FCE" w:rsidRPr="005A3A33">
        <w:rPr>
          <w:spacing w:val="0"/>
          <w:szCs w:val="18"/>
        </w:rPr>
        <w:t>(</w:t>
      </w:r>
      <w:r w:rsidR="00C002C5" w:rsidRPr="005A3A33">
        <w:rPr>
          <w:spacing w:val="0"/>
          <w:szCs w:val="18"/>
        </w:rPr>
        <w:t>riigi kinnisvararegistri objekti kood</w:t>
      </w:r>
      <w:r w:rsidR="009109EE" w:rsidRPr="009109EE">
        <w:t xml:space="preserve"> </w:t>
      </w:r>
      <w:r w:rsidR="002171BB" w:rsidRPr="005F32F1">
        <w:rPr>
          <w:spacing w:val="0"/>
          <w:szCs w:val="18"/>
          <w:lang w:val="en-AU"/>
        </w:rPr>
        <w:fldChar w:fldCharType="begin"/>
      </w:r>
      <w:r w:rsidR="002171BB" w:rsidRPr="00865FC7">
        <w:rPr>
          <w:spacing w:val="0"/>
          <w:szCs w:val="18"/>
        </w:rPr>
        <w:instrText>MACROBUTTON NoMacro [</w:instrText>
      </w:r>
      <w:r w:rsidR="002171BB">
        <w:rPr>
          <w:spacing w:val="0"/>
          <w:szCs w:val="18"/>
        </w:rPr>
        <w:instrText>objekti kood</w:instrText>
      </w:r>
      <w:r w:rsidR="002171BB" w:rsidRPr="00865FC7">
        <w:rPr>
          <w:spacing w:val="0"/>
          <w:szCs w:val="18"/>
        </w:rPr>
        <w:instrText>]</w:instrText>
      </w:r>
      <w:r w:rsidR="002171BB" w:rsidRPr="005F32F1">
        <w:rPr>
          <w:spacing w:val="0"/>
          <w:szCs w:val="18"/>
        </w:rPr>
        <w:fldChar w:fldCharType="end"/>
      </w:r>
      <w:r w:rsidR="0013298D" w:rsidRPr="005A3A33">
        <w:rPr>
          <w:spacing w:val="0"/>
          <w:szCs w:val="18"/>
        </w:rPr>
        <w:t xml:space="preserve"> </w:t>
      </w:r>
      <w:r w:rsidR="009D178B" w:rsidRPr="005A3A33">
        <w:rPr>
          <w:spacing w:val="0"/>
          <w:szCs w:val="18"/>
        </w:rPr>
        <w:t>ja</w:t>
      </w:r>
      <w:r w:rsidR="0013298D" w:rsidRPr="005A3A33">
        <w:rPr>
          <w:spacing w:val="0"/>
          <w:szCs w:val="18"/>
        </w:rPr>
        <w:t xml:space="preserve"> nim</w:t>
      </w:r>
      <w:r w:rsidR="009D178B" w:rsidRPr="005A3A33">
        <w:rPr>
          <w:spacing w:val="0"/>
          <w:szCs w:val="18"/>
        </w:rPr>
        <w:t>i</w:t>
      </w:r>
      <w:r w:rsidR="0013298D" w:rsidRPr="005A3A33">
        <w:rPr>
          <w:spacing w:val="0"/>
          <w:szCs w:val="18"/>
        </w:rPr>
        <w:t xml:space="preserve"> </w:t>
      </w:r>
      <w:r w:rsidR="002171BB" w:rsidRPr="005F32F1">
        <w:rPr>
          <w:spacing w:val="0"/>
          <w:szCs w:val="18"/>
          <w:lang w:val="en-AU"/>
        </w:rPr>
        <w:fldChar w:fldCharType="begin"/>
      </w:r>
      <w:r w:rsidR="002171BB" w:rsidRPr="00865FC7">
        <w:rPr>
          <w:spacing w:val="0"/>
          <w:szCs w:val="18"/>
        </w:rPr>
        <w:instrText>MACROBUTTON NoMacro [</w:instrText>
      </w:r>
      <w:r w:rsidR="002171BB">
        <w:rPr>
          <w:spacing w:val="0"/>
          <w:szCs w:val="18"/>
        </w:rPr>
        <w:instrText>objekti nimetus kinnivararegistris</w:instrText>
      </w:r>
      <w:r w:rsidR="002171BB" w:rsidRPr="00865FC7">
        <w:rPr>
          <w:spacing w:val="0"/>
          <w:szCs w:val="18"/>
        </w:rPr>
        <w:instrText>]</w:instrText>
      </w:r>
      <w:r w:rsidR="002171BB" w:rsidRPr="005F32F1">
        <w:rPr>
          <w:spacing w:val="0"/>
          <w:szCs w:val="18"/>
        </w:rPr>
        <w:fldChar w:fldCharType="end"/>
      </w:r>
      <w:r w:rsidR="009D178B" w:rsidRPr="005A3A33">
        <w:rPr>
          <w:spacing w:val="0"/>
          <w:szCs w:val="18"/>
        </w:rPr>
        <w:t>)</w:t>
      </w:r>
      <w:r w:rsidR="00C002C5" w:rsidRPr="005A3A33">
        <w:rPr>
          <w:spacing w:val="0"/>
          <w:szCs w:val="18"/>
        </w:rPr>
        <w:t xml:space="preserve"> </w:t>
      </w:r>
      <w:r w:rsidR="009D178B" w:rsidRPr="005A3A33">
        <w:rPr>
          <w:spacing w:val="0"/>
          <w:szCs w:val="18"/>
        </w:rPr>
        <w:t>(</w:t>
      </w:r>
      <w:r w:rsidR="007A2FCE" w:rsidRPr="005A3A33">
        <w:rPr>
          <w:spacing w:val="0"/>
          <w:szCs w:val="18"/>
        </w:rPr>
        <w:t xml:space="preserve">edaspidi </w:t>
      </w:r>
      <w:r w:rsidR="000310AC">
        <w:rPr>
          <w:b/>
          <w:spacing w:val="0"/>
          <w:szCs w:val="18"/>
        </w:rPr>
        <w:t>e</w:t>
      </w:r>
      <w:r w:rsidR="007A2FCE" w:rsidRPr="005A3A33">
        <w:rPr>
          <w:b/>
          <w:spacing w:val="0"/>
          <w:szCs w:val="18"/>
        </w:rPr>
        <w:t>hitis</w:t>
      </w:r>
      <w:r w:rsidR="007A2FCE" w:rsidRPr="005A3A33">
        <w:rPr>
          <w:spacing w:val="0"/>
          <w:szCs w:val="18"/>
        </w:rPr>
        <w:t>)</w:t>
      </w:r>
      <w:r w:rsidR="009D178B" w:rsidRPr="005A3A33">
        <w:rPr>
          <w:spacing w:val="0"/>
          <w:szCs w:val="18"/>
        </w:rPr>
        <w:t>,</w:t>
      </w:r>
      <w:r w:rsidR="007A2FCE" w:rsidRPr="005A3A33">
        <w:rPr>
          <w:spacing w:val="0"/>
          <w:szCs w:val="18"/>
        </w:rPr>
        <w:t xml:space="preserve"> </w:t>
      </w:r>
      <w:r w:rsidR="0034767B" w:rsidRPr="005A3A33">
        <w:rPr>
          <w:b/>
          <w:spacing w:val="0"/>
          <w:szCs w:val="18"/>
        </w:rPr>
        <w:t>e</w:t>
      </w:r>
      <w:r w:rsidR="007A541D" w:rsidRPr="005A3A33">
        <w:rPr>
          <w:b/>
          <w:spacing w:val="0"/>
          <w:szCs w:val="18"/>
        </w:rPr>
        <w:t>hitus- ja remonttööd</w:t>
      </w:r>
      <w:r w:rsidR="00B40651" w:rsidRPr="005A3A33">
        <w:rPr>
          <w:spacing w:val="0"/>
          <w:szCs w:val="18"/>
        </w:rPr>
        <w:t xml:space="preserve"> </w:t>
      </w:r>
      <w:r w:rsidR="000310AC">
        <w:rPr>
          <w:spacing w:val="0"/>
          <w:szCs w:val="18"/>
        </w:rPr>
        <w:t>l</w:t>
      </w:r>
      <w:r w:rsidRPr="005A3A33">
        <w:rPr>
          <w:spacing w:val="0"/>
          <w:szCs w:val="18"/>
        </w:rPr>
        <w:t xml:space="preserve">epinguga kokkulepitud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25FB332E"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30E73511"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30EBA059" w14:textId="77777777" w:rsidR="00D353D2" w:rsidRPr="00873E55" w:rsidRDefault="002171BB" w:rsidP="00D353D2">
      <w:pPr>
        <w:numPr>
          <w:ilvl w:val="2"/>
          <w:numId w:val="1"/>
        </w:numPr>
        <w:spacing w:after="120"/>
        <w:rPr>
          <w:spacing w:val="0"/>
        </w:rPr>
      </w:pPr>
      <w:r w:rsidRPr="005F32F1">
        <w:rPr>
          <w:spacing w:val="0"/>
          <w:szCs w:val="18"/>
          <w:lang w:val="en-AU"/>
        </w:rPr>
        <w:fldChar w:fldCharType="begin"/>
      </w:r>
      <w:r w:rsidRPr="00865FC7">
        <w:rPr>
          <w:spacing w:val="0"/>
          <w:szCs w:val="18"/>
        </w:rPr>
        <w:instrText>MACROBUTTON NoMacro [</w:instrText>
      </w:r>
      <w:r>
        <w:rPr>
          <w:spacing w:val="0"/>
          <w:szCs w:val="18"/>
        </w:rPr>
        <w:instrText>Projekteerimisettevõte</w:instrText>
      </w:r>
      <w:r w:rsidRPr="00865FC7">
        <w:rPr>
          <w:spacing w:val="0"/>
          <w:szCs w:val="18"/>
        </w:rPr>
        <w:instrText>]</w:instrText>
      </w:r>
      <w:r w:rsidRPr="005F32F1">
        <w:rPr>
          <w:spacing w:val="0"/>
          <w:szCs w:val="18"/>
        </w:rPr>
        <w:fldChar w:fldCharType="end"/>
      </w:r>
      <w:r>
        <w:rPr>
          <w:rFonts w:eastAsia="Times-Roman"/>
          <w:spacing w:val="0"/>
        </w:rPr>
        <w:t xml:space="preserve"> poolt koostatud </w:t>
      </w:r>
      <w:r w:rsidRPr="005F32F1">
        <w:rPr>
          <w:spacing w:val="0"/>
          <w:szCs w:val="18"/>
          <w:lang w:val="en-AU"/>
        </w:rPr>
        <w:fldChar w:fldCharType="begin"/>
      </w:r>
      <w:r w:rsidRPr="00865FC7">
        <w:rPr>
          <w:spacing w:val="0"/>
          <w:szCs w:val="18"/>
        </w:rPr>
        <w:instrText>MACROBUTTON NoMacro [</w:instrText>
      </w:r>
      <w:r w:rsidR="00E66062">
        <w:rPr>
          <w:spacing w:val="0"/>
          <w:szCs w:val="18"/>
        </w:rPr>
        <w:instrText xml:space="preserve">eel </w:instrText>
      </w:r>
      <w:r>
        <w:rPr>
          <w:spacing w:val="0"/>
          <w:szCs w:val="18"/>
        </w:rPr>
        <w:instrText xml:space="preserve">- või </w:instrText>
      </w:r>
      <w:r w:rsidR="00E66062" w:rsidRPr="00E66062">
        <w:rPr>
          <w:spacing w:val="0"/>
          <w:szCs w:val="18"/>
        </w:rPr>
        <w:instrText xml:space="preserve"> </w:instrText>
      </w:r>
      <w:r w:rsidR="00E66062">
        <w:rPr>
          <w:spacing w:val="0"/>
          <w:szCs w:val="18"/>
        </w:rPr>
        <w:instrText xml:space="preserve">põhi </w:instrText>
      </w:r>
      <w:r>
        <w:rPr>
          <w:spacing w:val="0"/>
          <w:szCs w:val="18"/>
        </w:rPr>
        <w:instrText xml:space="preserve">- </w:instrText>
      </w:r>
      <w:r w:rsidR="00E66062">
        <w:rPr>
          <w:spacing w:val="0"/>
          <w:szCs w:val="18"/>
        </w:rPr>
        <w:instrText xml:space="preserve">või töö- </w:instrText>
      </w:r>
      <w:r>
        <w:rPr>
          <w:spacing w:val="0"/>
          <w:szCs w:val="18"/>
        </w:rPr>
        <w:instrText>või eritöö-</w:instrText>
      </w:r>
      <w:r w:rsidRPr="00865FC7">
        <w:rPr>
          <w:spacing w:val="0"/>
          <w:szCs w:val="18"/>
        </w:rPr>
        <w:instrText>]</w:instrText>
      </w:r>
      <w:r w:rsidRPr="005F32F1">
        <w:rPr>
          <w:spacing w:val="0"/>
          <w:szCs w:val="18"/>
        </w:rPr>
        <w:fldChar w:fldCharType="end"/>
      </w:r>
      <w:r w:rsidR="00D353D2" w:rsidRPr="002A22A1">
        <w:rPr>
          <w:rFonts w:eastAsia="Times-Roman"/>
          <w:spacing w:val="0"/>
        </w:rPr>
        <w:t>projekt (töö nr</w:t>
      </w:r>
      <w:r>
        <w:rPr>
          <w:rFonts w:eastAsia="Times-Roman"/>
          <w:spacing w:val="0"/>
        </w:rPr>
        <w:t xml:space="preserve"> </w:t>
      </w:r>
      <w:r w:rsidRPr="005F32F1">
        <w:rPr>
          <w:spacing w:val="0"/>
          <w:szCs w:val="18"/>
          <w:lang w:val="en-AU"/>
        </w:rPr>
        <w:fldChar w:fldCharType="begin"/>
      </w:r>
      <w:r w:rsidRPr="00865FC7">
        <w:rPr>
          <w:spacing w:val="0"/>
          <w:szCs w:val="18"/>
        </w:rPr>
        <w:instrText>MACROBUTTON NoMacro [</w:instrText>
      </w:r>
      <w:r>
        <w:rPr>
          <w:spacing w:val="0"/>
          <w:szCs w:val="18"/>
        </w:rPr>
        <w:instrText>töö number</w:instrText>
      </w:r>
      <w:r w:rsidRPr="00865FC7">
        <w:rPr>
          <w:spacing w:val="0"/>
          <w:szCs w:val="18"/>
        </w:rPr>
        <w:instrText>]</w:instrText>
      </w:r>
      <w:r w:rsidRPr="005F32F1">
        <w:rPr>
          <w:spacing w:val="0"/>
          <w:szCs w:val="18"/>
        </w:rPr>
        <w:fldChar w:fldCharType="end"/>
      </w:r>
      <w:r w:rsidR="00D353D2" w:rsidRPr="002A22A1">
        <w:rPr>
          <w:rFonts w:eastAsia="Times-Roman"/>
          <w:spacing w:val="0"/>
        </w:rPr>
        <w:t xml:space="preserve">, </w:t>
      </w:r>
      <w:r w:rsidRPr="005F32F1">
        <w:rPr>
          <w:spacing w:val="0"/>
          <w:szCs w:val="18"/>
          <w:lang w:val="en-AU"/>
        </w:rPr>
        <w:fldChar w:fldCharType="begin"/>
      </w:r>
      <w:r w:rsidRPr="00865FC7">
        <w:rPr>
          <w:spacing w:val="0"/>
          <w:szCs w:val="18"/>
        </w:rPr>
        <w:instrText>MACROBUTTON NoMacro [</w:instrText>
      </w:r>
      <w:r w:rsidR="00E66062">
        <w:rPr>
          <w:spacing w:val="0"/>
          <w:szCs w:val="18"/>
        </w:rPr>
        <w:instrText>t</w:instrText>
      </w:r>
      <w:r>
        <w:rPr>
          <w:spacing w:val="0"/>
          <w:szCs w:val="18"/>
        </w:rPr>
        <w:instrText>öö nimetus</w:instrText>
      </w:r>
      <w:r w:rsidRPr="00865FC7">
        <w:rPr>
          <w:spacing w:val="0"/>
          <w:szCs w:val="18"/>
        </w:rPr>
        <w:instrText>]</w:instrText>
      </w:r>
      <w:r w:rsidRPr="005F32F1">
        <w:rPr>
          <w:spacing w:val="0"/>
          <w:szCs w:val="18"/>
        </w:rPr>
        <w:fldChar w:fldCharType="end"/>
      </w:r>
      <w:r w:rsidR="00D353D2" w:rsidRPr="002A22A1">
        <w:rPr>
          <w:rFonts w:eastAsia="Times-Roman"/>
          <w:spacing w:val="0"/>
        </w:rPr>
        <w:t>);</w:t>
      </w:r>
    </w:p>
    <w:p w14:paraId="5A7341A2" w14:textId="77777777" w:rsidR="00873E55" w:rsidRPr="002A22A1" w:rsidRDefault="00873E55" w:rsidP="00D353D2">
      <w:pPr>
        <w:numPr>
          <w:ilvl w:val="2"/>
          <w:numId w:val="1"/>
        </w:numPr>
        <w:spacing w:after="120"/>
        <w:rPr>
          <w:spacing w:val="0"/>
        </w:rPr>
      </w:pPr>
      <w:r>
        <w:rPr>
          <w:rFonts w:eastAsia="Times-Roman"/>
          <w:spacing w:val="0"/>
        </w:rPr>
        <w:t>…</w:t>
      </w:r>
    </w:p>
    <w:p w14:paraId="12A9D2C0"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Üldsätted</w:t>
      </w:r>
    </w:p>
    <w:p w14:paraId="1806BCA3" w14:textId="0F474028"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käesolevat tööd käsitlev põhiprojekt</w:t>
      </w:r>
      <w:r w:rsidR="009325FD" w:rsidRPr="005A3A33">
        <w:rPr>
          <w:spacing w:val="0"/>
        </w:rPr>
        <w:t xml:space="preserve">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„Ehituse töövõtu üldtingimustest“ (ETÜ 2013).</w:t>
      </w:r>
    </w:p>
    <w:p w14:paraId="557F651F"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1357410A"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1566C9E4" w14:textId="77777777" w:rsidR="009603AB" w:rsidRPr="005A3A33" w:rsidRDefault="009603AB" w:rsidP="005B6CCC">
      <w:pPr>
        <w:tabs>
          <w:tab w:val="num" w:pos="1155"/>
        </w:tabs>
        <w:spacing w:after="120"/>
        <w:jc w:val="both"/>
        <w:rPr>
          <w:spacing w:val="0"/>
          <w:szCs w:val="18"/>
        </w:rPr>
      </w:pPr>
    </w:p>
    <w:p w14:paraId="235BFE94"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lastRenderedPageBreak/>
        <w:t>TÖÖDE TEOSTAMISE TÄHTAJAD</w:t>
      </w:r>
    </w:p>
    <w:p w14:paraId="1B4249F0" w14:textId="77777777"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Töövõtja alustab ehitustööde teostamist </w:t>
      </w:r>
      <w:r w:rsidR="00357644" w:rsidRPr="005F32F1">
        <w:rPr>
          <w:b/>
          <w:spacing w:val="0"/>
          <w:lang w:val="en-AU"/>
        </w:rPr>
        <w:fldChar w:fldCharType="begin"/>
      </w:r>
      <w:r w:rsidR="00357644" w:rsidRPr="005F32F1">
        <w:rPr>
          <w:b/>
          <w:spacing w:val="0"/>
        </w:rPr>
        <w:instrText>MACROBUTTON NoMacro [</w:instrText>
      </w:r>
      <w:r w:rsidR="00357644">
        <w:rPr>
          <w:b/>
          <w:spacing w:val="0"/>
        </w:rPr>
        <w:instrText>nädalate arv</w:instrText>
      </w:r>
      <w:r w:rsidR="00357644" w:rsidRPr="005F32F1">
        <w:rPr>
          <w:b/>
          <w:spacing w:val="0"/>
        </w:rPr>
        <w:instrText>]</w:instrText>
      </w:r>
      <w:r w:rsidR="00357644" w:rsidRPr="005F32F1">
        <w:rPr>
          <w:spacing w:val="0"/>
        </w:rPr>
        <w:fldChar w:fldCharType="end"/>
      </w:r>
      <w:r w:rsidR="00C30F0E" w:rsidRPr="005A3A33">
        <w:rPr>
          <w:b/>
          <w:spacing w:val="0"/>
          <w:szCs w:val="18"/>
        </w:rPr>
        <w:t xml:space="preserve"> nädala</w:t>
      </w:r>
      <w:r w:rsidRPr="005A3A33">
        <w:rPr>
          <w:spacing w:val="0"/>
        </w:rPr>
        <w:t xml:space="preserve"> jooksul pärast </w:t>
      </w:r>
      <w:r w:rsidR="00F57EA5">
        <w:rPr>
          <w:spacing w:val="0"/>
        </w:rPr>
        <w:t>l</w:t>
      </w:r>
      <w:r w:rsidRPr="005A3A33">
        <w:rPr>
          <w:spacing w:val="0"/>
        </w:rPr>
        <w:t>epingu jõustumist.</w:t>
      </w:r>
    </w:p>
    <w:p w14:paraId="591B2B51" w14:textId="546616BC" w:rsidR="00543444" w:rsidRPr="002268ED"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Tööüleandmise lõpptäht</w:t>
      </w:r>
      <w:r w:rsidR="00F343EA" w:rsidRPr="005A3A33">
        <w:rPr>
          <w:spacing w:val="0"/>
        </w:rPr>
        <w:t>päev</w:t>
      </w:r>
      <w:r w:rsidR="002268ED">
        <w:rPr>
          <w:spacing w:val="0"/>
        </w:rPr>
        <w:t xml:space="preserve"> (kasutusluba käes)</w:t>
      </w:r>
      <w:r w:rsidRPr="005A3A33">
        <w:rPr>
          <w:spacing w:val="0"/>
        </w:rPr>
        <w:t xml:space="preserve"> on </w:t>
      </w:r>
      <w:r w:rsidR="002268ED">
        <w:rPr>
          <w:b/>
          <w:spacing w:val="0"/>
          <w:lang w:val="en-AU"/>
        </w:rPr>
        <w:t>16.06.2025.</w:t>
      </w:r>
    </w:p>
    <w:p w14:paraId="71CECDC4" w14:textId="2611542D" w:rsidR="002268ED" w:rsidRPr="002268ED" w:rsidRDefault="002268ED" w:rsidP="002268ED">
      <w:pPr>
        <w:widowControl w:val="0"/>
        <w:numPr>
          <w:ilvl w:val="2"/>
          <w:numId w:val="1"/>
        </w:numPr>
        <w:tabs>
          <w:tab w:val="left" w:pos="-144"/>
          <w:tab w:val="left" w:pos="2448"/>
          <w:tab w:val="left" w:pos="3744"/>
          <w:tab w:val="left" w:pos="5040"/>
          <w:tab w:val="left" w:pos="6336"/>
          <w:tab w:val="left" w:pos="7632"/>
          <w:tab w:val="left" w:pos="8928"/>
        </w:tabs>
        <w:spacing w:after="120"/>
        <w:jc w:val="both"/>
        <w:rPr>
          <w:spacing w:val="0"/>
        </w:rPr>
      </w:pPr>
      <w:r w:rsidRPr="002268ED">
        <w:rPr>
          <w:spacing w:val="0"/>
        </w:rPr>
        <w:t>hiljemalt 31.10.24 peab olema täies mahus valmis abihoone ja hangitud kasutusluba;</w:t>
      </w:r>
    </w:p>
    <w:p w14:paraId="25B8DF73" w14:textId="77777777" w:rsidR="002268ED" w:rsidRPr="002268ED" w:rsidRDefault="002268ED" w:rsidP="002268ED">
      <w:pPr>
        <w:widowControl w:val="0"/>
        <w:numPr>
          <w:ilvl w:val="2"/>
          <w:numId w:val="1"/>
        </w:numPr>
        <w:tabs>
          <w:tab w:val="left" w:pos="-144"/>
          <w:tab w:val="left" w:pos="2448"/>
          <w:tab w:val="left" w:pos="3744"/>
          <w:tab w:val="left" w:pos="5040"/>
          <w:tab w:val="left" w:pos="6336"/>
          <w:tab w:val="left" w:pos="7632"/>
          <w:tab w:val="left" w:pos="8928"/>
        </w:tabs>
        <w:spacing w:after="120"/>
        <w:jc w:val="both"/>
        <w:rPr>
          <w:spacing w:val="0"/>
        </w:rPr>
      </w:pPr>
      <w:r w:rsidRPr="002268ED">
        <w:rPr>
          <w:spacing w:val="0"/>
        </w:rPr>
        <w:t>hiljemalt 31.10.24 peavad olema rajatud kõik välikommunikatsioonid, teed ja platsid, tuletõrje veevõtu koht;</w:t>
      </w:r>
    </w:p>
    <w:p w14:paraId="4061135F" w14:textId="77777777" w:rsidR="002268ED" w:rsidRPr="002268ED" w:rsidRDefault="002268ED" w:rsidP="002268ED">
      <w:pPr>
        <w:widowControl w:val="0"/>
        <w:numPr>
          <w:ilvl w:val="2"/>
          <w:numId w:val="1"/>
        </w:numPr>
        <w:tabs>
          <w:tab w:val="left" w:pos="-144"/>
          <w:tab w:val="left" w:pos="2448"/>
          <w:tab w:val="left" w:pos="3744"/>
          <w:tab w:val="left" w:pos="5040"/>
          <w:tab w:val="left" w:pos="6336"/>
          <w:tab w:val="left" w:pos="7632"/>
          <w:tab w:val="left" w:pos="8928"/>
        </w:tabs>
        <w:spacing w:after="120"/>
        <w:jc w:val="both"/>
        <w:rPr>
          <w:spacing w:val="0"/>
        </w:rPr>
      </w:pPr>
      <w:r w:rsidRPr="002268ED">
        <w:rPr>
          <w:spacing w:val="0"/>
        </w:rPr>
        <w:t>hiljemalt 31.12.24 peavad olema lõpetatud kõik peamaja hoone ehitustöö, va. siseviimistlus ja sisustus;</w:t>
      </w:r>
    </w:p>
    <w:p w14:paraId="3BC6D340" w14:textId="4AD12430" w:rsidR="002268ED" w:rsidRPr="002268ED" w:rsidRDefault="002268ED" w:rsidP="002268ED">
      <w:pPr>
        <w:widowControl w:val="0"/>
        <w:numPr>
          <w:ilvl w:val="2"/>
          <w:numId w:val="1"/>
        </w:numPr>
        <w:tabs>
          <w:tab w:val="left" w:pos="-144"/>
          <w:tab w:val="left" w:pos="2448"/>
          <w:tab w:val="left" w:pos="3744"/>
          <w:tab w:val="left" w:pos="5040"/>
          <w:tab w:val="left" w:pos="6336"/>
          <w:tab w:val="left" w:pos="7632"/>
          <w:tab w:val="left" w:pos="8928"/>
        </w:tabs>
        <w:spacing w:after="120"/>
        <w:jc w:val="both"/>
        <w:rPr>
          <w:spacing w:val="0"/>
        </w:rPr>
      </w:pPr>
      <w:r w:rsidRPr="002268ED">
        <w:rPr>
          <w:spacing w:val="0"/>
        </w:rPr>
        <w:t xml:space="preserve">loodushoone, aida ja väliõppeklassi ehitustööd ning </w:t>
      </w:r>
      <w:r>
        <w:rPr>
          <w:spacing w:val="0"/>
        </w:rPr>
        <w:t xml:space="preserve">lõplikud </w:t>
      </w:r>
      <w:r w:rsidRPr="002268ED">
        <w:rPr>
          <w:spacing w:val="0"/>
        </w:rPr>
        <w:t>heakorratööd võivad jääda</w:t>
      </w:r>
      <w:r>
        <w:rPr>
          <w:spacing w:val="0"/>
        </w:rPr>
        <w:t xml:space="preserve"> </w:t>
      </w:r>
      <w:r w:rsidRPr="002268ED">
        <w:rPr>
          <w:spacing w:val="0"/>
        </w:rPr>
        <w:t>2025. aastasse</w:t>
      </w:r>
      <w:r>
        <w:rPr>
          <w:spacing w:val="0"/>
        </w:rPr>
        <w:t>.</w:t>
      </w:r>
    </w:p>
    <w:p w14:paraId="0259A5EF"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443F7DB1" w14:textId="77777777" w:rsidR="00727DC2" w:rsidRPr="009D2603"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 xml:space="preserve">tööde </w:t>
      </w:r>
      <w:proofErr w:type="spellStart"/>
      <w:r w:rsidR="009E4BBE" w:rsidRPr="009D2603">
        <w:rPr>
          <w:b/>
          <w:spacing w:val="0"/>
        </w:rPr>
        <w:t>üldmaksumus</w:t>
      </w:r>
      <w:proofErr w:type="spellEnd"/>
      <w:r w:rsidR="009E4BBE" w:rsidRPr="009D2603">
        <w:rPr>
          <w:spacing w:val="0"/>
        </w:rPr>
        <w:t xml:space="preserve">) </w:t>
      </w:r>
      <w:r w:rsidR="00357644" w:rsidRPr="009D2603">
        <w:rPr>
          <w:b/>
          <w:spacing w:val="0"/>
        </w:rPr>
        <w:fldChar w:fldCharType="begin"/>
      </w:r>
      <w:r w:rsidR="00357644" w:rsidRPr="009D2603">
        <w:rPr>
          <w:b/>
          <w:spacing w:val="0"/>
        </w:rPr>
        <w:instrText>MACROBUTTON NoMacro [Summa numbrina]</w:instrText>
      </w:r>
      <w:r w:rsidR="00357644" w:rsidRPr="009D2603">
        <w:rPr>
          <w:b/>
          <w:spacing w:val="0"/>
        </w:rPr>
        <w:fldChar w:fldCharType="end"/>
      </w:r>
      <w:r w:rsidR="00357644" w:rsidRPr="009D2603">
        <w:rPr>
          <w:spacing w:val="0"/>
        </w:rPr>
        <w:t xml:space="preserve"> </w:t>
      </w:r>
      <w:r w:rsidRPr="009D2603">
        <w:rPr>
          <w:spacing w:val="0"/>
          <w:szCs w:val="18"/>
        </w:rPr>
        <w:t>(</w:t>
      </w:r>
      <w:r w:rsidR="00357644" w:rsidRPr="009D2603">
        <w:rPr>
          <w:spacing w:val="0"/>
        </w:rPr>
        <w:fldChar w:fldCharType="begin"/>
      </w:r>
      <w:r w:rsidR="00357644" w:rsidRPr="009D2603">
        <w:rPr>
          <w:spacing w:val="0"/>
        </w:rPr>
        <w:instrText>MACROBUTTON NoMacro [Summa sõnadega]</w:instrText>
      </w:r>
      <w:r w:rsidR="00357644" w:rsidRPr="009D2603">
        <w:rPr>
          <w:spacing w:val="0"/>
        </w:rPr>
        <w:fldChar w:fldCharType="end"/>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w:t>
      </w:r>
      <w:proofErr w:type="spellStart"/>
      <w:r w:rsidR="009E4BBE" w:rsidRPr="009D2603">
        <w:rPr>
          <w:b/>
          <w:spacing w:val="0"/>
          <w:szCs w:val="18"/>
        </w:rPr>
        <w:t>üldmaksumus</w:t>
      </w:r>
      <w:proofErr w:type="spellEnd"/>
      <w:r w:rsidR="009E4BBE" w:rsidRPr="009D2603">
        <w:rPr>
          <w:b/>
          <w:spacing w:val="0"/>
          <w:szCs w:val="18"/>
        </w:rPr>
        <w:t xml:space="preserve">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52C5CE29" w14:textId="77777777" w:rsidR="002E19B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w:t>
      </w:r>
      <w:proofErr w:type="spellStart"/>
      <w:r w:rsidRPr="009D2603">
        <w:rPr>
          <w:b/>
          <w:spacing w:val="0"/>
          <w:szCs w:val="18"/>
        </w:rPr>
        <w:t>üldmaksumusele</w:t>
      </w:r>
      <w:proofErr w:type="spellEnd"/>
      <w:r w:rsidRPr="009D2603">
        <w:rPr>
          <w:b/>
          <w:spacing w:val="0"/>
          <w:szCs w:val="18"/>
        </w:rPr>
        <w:t xml:space="preserv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357644" w:rsidRPr="009D2603">
        <w:rPr>
          <w:b/>
          <w:spacing w:val="0"/>
        </w:rPr>
        <w:fldChar w:fldCharType="begin"/>
      </w:r>
      <w:r w:rsidR="00357644" w:rsidRPr="009D2603">
        <w:rPr>
          <w:b/>
          <w:spacing w:val="0"/>
        </w:rPr>
        <w:instrText>MACROBUTTON NoMacro [Summa numbrina]</w:instrText>
      </w:r>
      <w:r w:rsidR="00357644" w:rsidRPr="009D2603">
        <w:rPr>
          <w:b/>
          <w:spacing w:val="0"/>
        </w:rPr>
        <w:fldChar w:fldCharType="end"/>
      </w:r>
      <w:r w:rsidR="00727DC2" w:rsidRPr="009D2603">
        <w:rPr>
          <w:spacing w:val="0"/>
          <w:szCs w:val="18"/>
        </w:rPr>
        <w:t xml:space="preserve"> (</w:t>
      </w:r>
      <w:r w:rsidR="00357644" w:rsidRPr="009D2603">
        <w:rPr>
          <w:spacing w:val="0"/>
        </w:rPr>
        <w:fldChar w:fldCharType="begin"/>
      </w:r>
      <w:r w:rsidR="00357644" w:rsidRPr="009D2603">
        <w:rPr>
          <w:spacing w:val="0"/>
        </w:rPr>
        <w:instrText>MACROBUTTON NoMacro [Summa sõnadega]</w:instrText>
      </w:r>
      <w:r w:rsidR="00357644" w:rsidRPr="009D2603">
        <w:rPr>
          <w:spacing w:val="0"/>
        </w:rPr>
        <w:fldChar w:fldCharType="end"/>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0982EA17"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 xml:space="preserve">Tööde </w:t>
      </w:r>
      <w:proofErr w:type="spellStart"/>
      <w:r w:rsidRPr="009D2603">
        <w:rPr>
          <w:spacing w:val="0"/>
        </w:rPr>
        <w:t>üldmaksumus</w:t>
      </w:r>
      <w:proofErr w:type="spellEnd"/>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7E5B3D1B"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0D444353"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0ED78D37" w14:textId="77777777"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7E512415" w14:textId="77777777"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09E2472C" w14:textId="77777777" w:rsidR="0010269D" w:rsidRPr="005A3A33" w:rsidRDefault="008319DC" w:rsidP="008319DC">
      <w:pPr>
        <w:numPr>
          <w:ilvl w:val="1"/>
          <w:numId w:val="1"/>
        </w:numPr>
        <w:spacing w:after="120"/>
        <w:jc w:val="both"/>
        <w:rPr>
          <w:spacing w:val="0"/>
          <w:szCs w:val="18"/>
        </w:rPr>
      </w:pPr>
      <w:r w:rsidRPr="005A3A33">
        <w:rPr>
          <w:spacing w:val="0"/>
          <w:szCs w:val="18"/>
        </w:rPr>
        <w:lastRenderedPageBreak/>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48D11B1B"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1909B686"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24ABF2BF"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738C4879"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67C547E9"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proofErr w:type="spellStart"/>
      <w:r w:rsidRPr="005A3A33">
        <w:rPr>
          <w:spacing w:val="0"/>
          <w:szCs w:val="18"/>
        </w:rPr>
        <w:t>üldmaksumust</w:t>
      </w:r>
      <w:proofErr w:type="spellEnd"/>
      <w:r w:rsidRPr="005A3A33">
        <w:rPr>
          <w:spacing w:val="0"/>
          <w:szCs w:val="18"/>
        </w:rPr>
        <w:t xml:space="preserve"> ning </w:t>
      </w:r>
      <w:r w:rsidR="00BF5FC2">
        <w:rPr>
          <w:spacing w:val="0"/>
          <w:szCs w:val="18"/>
        </w:rPr>
        <w:t xml:space="preserve">tööde </w:t>
      </w:r>
      <w:r w:rsidRPr="005A3A33">
        <w:rPr>
          <w:spacing w:val="0"/>
          <w:szCs w:val="18"/>
        </w:rPr>
        <w:t>teostamise tähtaegu ainult juhul, kui on kohaselt vormistatud eelpoolnimetatud kokkulepe.</w:t>
      </w:r>
    </w:p>
    <w:p w14:paraId="16649C86"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w:t>
      </w:r>
      <w:proofErr w:type="spellStart"/>
      <w:r w:rsidR="0010269D" w:rsidRPr="005A3A33">
        <w:rPr>
          <w:spacing w:val="0"/>
          <w:szCs w:val="18"/>
        </w:rPr>
        <w:t>üldmaksumuse</w:t>
      </w:r>
      <w:proofErr w:type="spellEnd"/>
      <w:r w:rsidR="0010269D" w:rsidRPr="005A3A33">
        <w:rPr>
          <w:spacing w:val="0"/>
          <w:szCs w:val="18"/>
        </w:rPr>
        <w:t xml:space="preserv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2CD58338" w14:textId="77777777"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5.9</w:t>
      </w:r>
      <w:r w:rsidR="0010269D" w:rsidRPr="005A3A33">
        <w:rPr>
          <w:spacing w:val="0"/>
          <w:szCs w:val="18"/>
        </w:rPr>
        <w:t>. sätestatud tähtaja jooksul:</w:t>
      </w:r>
    </w:p>
    <w:p w14:paraId="1617BA36"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274F6C4E"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2CFAB924"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299D5486"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13C0663C"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571EBF32"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5199D23B"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1522FEF2"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lastRenderedPageBreak/>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 xml:space="preserve">töötervishoiu ja tööohutuse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7A9B57C3"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3482C97A"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18782E0E"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558B95AB"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66F99F01"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1155DA0F" w14:textId="77777777"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259B2C1F"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4CF85D5B"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6F223975"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0F032FB3"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0849929D"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098A4770"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18E34238"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61703077"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28002212"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lastRenderedPageBreak/>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2827C20A"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184BC7A3"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2E366F10"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794F9126"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7C8064E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64ACB754"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51020C9F"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56AB1A4F"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7D1D2DC6"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63720667"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286C98D4"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692FB6B5"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w:t>
      </w:r>
      <w:proofErr w:type="spellStart"/>
      <w:r w:rsidRPr="005A3A33">
        <w:rPr>
          <w:spacing w:val="0"/>
          <w:szCs w:val="18"/>
        </w:rPr>
        <w:t>üldmaksumuse</w:t>
      </w:r>
      <w:proofErr w:type="spellEnd"/>
      <w:r w:rsidRPr="005A3A33">
        <w:rPr>
          <w:spacing w:val="0"/>
          <w:szCs w:val="18"/>
        </w:rPr>
        <w:t xml:space="preserve"> ületamist.</w:t>
      </w:r>
    </w:p>
    <w:p w14:paraId="668138B6"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06697ABB"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17961EE5"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752BEB30"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30EA92E4"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lastRenderedPageBreak/>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3211F172"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75687A3A"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4425FEC7"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00ABEDF1"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5ED3DB44"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008F99B3"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proofErr w:type="spellStart"/>
      <w:r w:rsidRPr="005A3A33">
        <w:rPr>
          <w:spacing w:val="0"/>
          <w:szCs w:val="18"/>
        </w:rPr>
        <w:t>üleandmata</w:t>
      </w:r>
      <w:proofErr w:type="spellEnd"/>
      <w:r w:rsidRPr="005A3A33">
        <w:rPr>
          <w:spacing w:val="0"/>
          <w:szCs w:val="18"/>
        </w:rPr>
        <w:t xml:space="preserve">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 xml:space="preserve">ellija esindaja soovi korral omal kulul avama </w:t>
      </w:r>
      <w:proofErr w:type="spellStart"/>
      <w:r w:rsidRPr="005A3A33">
        <w:rPr>
          <w:spacing w:val="0"/>
          <w:szCs w:val="18"/>
        </w:rPr>
        <w:t>üleandmata</w:t>
      </w:r>
      <w:proofErr w:type="spellEnd"/>
      <w:r w:rsidRPr="005A3A33">
        <w:rPr>
          <w:spacing w:val="0"/>
          <w:szCs w:val="18"/>
        </w:rPr>
        <w:t xml:space="preserve"> kaetud tööd.</w:t>
      </w:r>
      <w:r w:rsidR="003D7D70">
        <w:rPr>
          <w:spacing w:val="0"/>
          <w:szCs w:val="18"/>
        </w:rPr>
        <w:t xml:space="preserve"> Töövõtja kannab sel juhul kõik kaetud tööde avamise ning puuduste ilmnemisel ka tööde parandamisega kaasnevad kulud.</w:t>
      </w:r>
    </w:p>
    <w:p w14:paraId="20080660"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6EE95A01"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092EC87F"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62CE7033"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24B339FB"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0AC429C7"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228377BC"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289522DE"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w:t>
      </w:r>
      <w:r w:rsidRPr="005A3A33">
        <w:rPr>
          <w:spacing w:val="0"/>
        </w:rPr>
        <w:lastRenderedPageBreak/>
        <w:t xml:space="preserve">vastuvõtmisele ning </w:t>
      </w:r>
      <w:r w:rsidR="005B7BA9">
        <w:rPr>
          <w:spacing w:val="0"/>
        </w:rPr>
        <w:t>t</w:t>
      </w:r>
      <w:r w:rsidRPr="005A3A33">
        <w:rPr>
          <w:spacing w:val="0"/>
        </w:rPr>
        <w:t xml:space="preserve">öövõtja poolt esitatavate arvete alusel. Tellija </w:t>
      </w:r>
      <w:r w:rsidR="00580820" w:rsidRPr="005A3A33">
        <w:rPr>
          <w:spacing w:val="0"/>
        </w:rPr>
        <w:t xml:space="preserve">maksetähtaeg on </w:t>
      </w:r>
      <w:proofErr w:type="spellStart"/>
      <w:r w:rsidR="00580820" w:rsidRPr="005A3A33">
        <w:rPr>
          <w:spacing w:val="0"/>
        </w:rPr>
        <w:t>viisteist</w:t>
      </w:r>
      <w:proofErr w:type="spellEnd"/>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7C6761A2" w14:textId="77777777"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25196C87" w14:textId="77777777"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5B654771" w14:textId="77777777" w:rsidR="00366B8F" w:rsidRPr="009603AB"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57729011" w14:textId="77777777" w:rsidR="009603AB" w:rsidRDefault="009603AB" w:rsidP="009603AB">
      <w:pPr>
        <w:spacing w:after="120"/>
        <w:ind w:left="397"/>
        <w:jc w:val="both"/>
        <w:rPr>
          <w:spacing w:val="0"/>
        </w:rPr>
      </w:pPr>
    </w:p>
    <w:p w14:paraId="610DCA18" w14:textId="77777777" w:rsidR="009603AB" w:rsidRPr="005A3A33" w:rsidRDefault="009603AB" w:rsidP="009603AB">
      <w:pPr>
        <w:spacing w:after="120"/>
        <w:ind w:left="397"/>
        <w:jc w:val="both"/>
        <w:rPr>
          <w:spacing w:val="0"/>
          <w:szCs w:val="18"/>
        </w:rPr>
      </w:pPr>
    </w:p>
    <w:p w14:paraId="690EE677"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14:paraId="7BAC44B5"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1AD4E006"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73A2FADA"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4E7E71A2"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63DA382E"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45AA1EDE"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2A6F028A"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7FC14471"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346B9ADD" w14:textId="77777777" w:rsidR="00A04F72" w:rsidRPr="005A3A33" w:rsidRDefault="00A04F72" w:rsidP="009D7ADD">
      <w:pPr>
        <w:numPr>
          <w:ilvl w:val="1"/>
          <w:numId w:val="1"/>
        </w:numPr>
        <w:spacing w:after="120"/>
        <w:jc w:val="both"/>
        <w:rPr>
          <w:spacing w:val="0"/>
          <w:szCs w:val="18"/>
        </w:rPr>
      </w:pPr>
      <w:r w:rsidRPr="005A3A33">
        <w:rPr>
          <w:spacing w:val="0"/>
          <w:szCs w:val="18"/>
        </w:rPr>
        <w:lastRenderedPageBreak/>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1F20D4D9"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49924406"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0B48870E"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w:t>
      </w:r>
      <w:proofErr w:type="spellStart"/>
      <w:r w:rsidRPr="005A3A33">
        <w:rPr>
          <w:b/>
          <w:spacing w:val="0"/>
          <w:szCs w:val="18"/>
        </w:rPr>
        <w:t>viisteist</w:t>
      </w:r>
      <w:proofErr w:type="spellEnd"/>
      <w:r w:rsidRPr="005A3A33">
        <w:rPr>
          <w:b/>
          <w:spacing w:val="0"/>
          <w:szCs w:val="18"/>
        </w:rPr>
        <w:t xml:space="preserve"> protsenti) </w:t>
      </w:r>
      <w:r w:rsidRPr="005A3A33">
        <w:rPr>
          <w:spacing w:val="0"/>
          <w:szCs w:val="18"/>
        </w:rPr>
        <w:t>tähtajaks tasumata summalt iga viivitatud päeva eest (esitatud arvete alusel).</w:t>
      </w:r>
    </w:p>
    <w:p w14:paraId="7871D4A3" w14:textId="77777777"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w:t>
      </w:r>
      <w:proofErr w:type="spellStart"/>
      <w:r w:rsidR="001023BF" w:rsidRPr="001023BF">
        <w:rPr>
          <w:spacing w:val="0"/>
          <w:szCs w:val="18"/>
        </w:rPr>
        <w:t>üldmaksumusest</w:t>
      </w:r>
      <w:proofErr w:type="spellEnd"/>
      <w:r w:rsidR="001023BF" w:rsidRPr="001023BF">
        <w:rPr>
          <w:spacing w:val="0"/>
          <w:szCs w:val="18"/>
        </w:rPr>
        <w:t xml:space="preserve">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41F76607" w14:textId="77777777" w:rsidR="009603AB" w:rsidRPr="005A3A33" w:rsidRDefault="009603AB" w:rsidP="009603AB">
      <w:pPr>
        <w:spacing w:after="120"/>
        <w:jc w:val="both"/>
        <w:rPr>
          <w:spacing w:val="0"/>
          <w:szCs w:val="18"/>
        </w:rPr>
      </w:pPr>
    </w:p>
    <w:p w14:paraId="4B11FB46"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0BE19961"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68C5D5C2"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08A6642C"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725DA6A7"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0DCF3721"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6182942D"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697B5C1C" w14:textId="77777777"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D21B88" w:rsidRPr="0045429A">
        <w:rPr>
          <w:spacing w:val="0"/>
          <w:szCs w:val="18"/>
        </w:rPr>
        <w:fldChar w:fldCharType="begin"/>
      </w:r>
      <w:r w:rsidR="00D21B88" w:rsidRPr="0045429A">
        <w:rPr>
          <w:spacing w:val="0"/>
          <w:szCs w:val="18"/>
        </w:rPr>
        <w:instrText>MACROBUTTON NoMacro [amet]</w:instrText>
      </w:r>
      <w:r w:rsidR="00D21B88" w:rsidRPr="0045429A">
        <w:rPr>
          <w:spacing w:val="0"/>
          <w:szCs w:val="18"/>
        </w:rPr>
        <w:fldChar w:fldCharType="end"/>
      </w:r>
      <w:r>
        <w:rPr>
          <w:spacing w:val="0"/>
          <w:szCs w:val="18"/>
        </w:rPr>
        <w:t xml:space="preserve"> </w:t>
      </w:r>
      <w:r w:rsidR="00D21B88" w:rsidRPr="00D21B88">
        <w:rPr>
          <w:spacing w:val="-3"/>
        </w:rPr>
        <w:fldChar w:fldCharType="begin"/>
      </w:r>
      <w:r w:rsidR="00D21B88" w:rsidRPr="00D21B88">
        <w:rPr>
          <w:spacing w:val="-3"/>
        </w:rPr>
        <w:instrText>MACROBUTTON NoMacro [Eesnimi Perekonnanimi]</w:instrText>
      </w:r>
      <w:r w:rsidR="00D21B88" w:rsidRPr="00D21B88">
        <w:rPr>
          <w:spacing w:val="-3"/>
        </w:rPr>
        <w:fldChar w:fldCharType="end"/>
      </w:r>
      <w:r w:rsidR="00D21B88" w:rsidRPr="00D21B88">
        <w:rPr>
          <w:spacing w:val="-3"/>
        </w:rPr>
        <w:t xml:space="preserve"> tel. nr. </w:t>
      </w:r>
      <w:r w:rsidR="00D21B88" w:rsidRPr="00D21B88">
        <w:rPr>
          <w:spacing w:val="-3"/>
        </w:rPr>
        <w:fldChar w:fldCharType="begin"/>
      </w:r>
      <w:r w:rsidR="00D21B88" w:rsidRPr="00D21B88">
        <w:rPr>
          <w:spacing w:val="-3"/>
        </w:rPr>
        <w:instrText>MACROBUTTON NoMacro [telefoni nr]</w:instrText>
      </w:r>
      <w:r w:rsidR="00D21B88" w:rsidRPr="00D21B88">
        <w:rPr>
          <w:spacing w:val="-3"/>
        </w:rPr>
        <w:fldChar w:fldCharType="end"/>
      </w:r>
      <w:r w:rsidR="00D21B88" w:rsidRPr="00D21B88">
        <w:rPr>
          <w:spacing w:val="-3"/>
        </w:rPr>
        <w:t xml:space="preserve">, e-mail </w:t>
      </w:r>
      <w:r w:rsidR="00D21B88" w:rsidRPr="00D21B88">
        <w:rPr>
          <w:spacing w:val="-3"/>
        </w:rPr>
        <w:fldChar w:fldCharType="begin"/>
      </w:r>
      <w:r w:rsidR="00D21B88" w:rsidRPr="00D21B88">
        <w:rPr>
          <w:spacing w:val="-3"/>
        </w:rPr>
        <w:instrText>MACROBUTTON NoMacro [e-maili aadress]</w:instrText>
      </w:r>
      <w:r w:rsidR="00D21B88" w:rsidRPr="00D21B88">
        <w:rPr>
          <w:spacing w:val="-3"/>
        </w:rPr>
        <w:fldChar w:fldCharType="end"/>
      </w:r>
      <w:r w:rsidR="00D21B88" w:rsidRPr="00D21B88">
        <w:rPr>
          <w:spacing w:val="-3"/>
        </w:rPr>
        <w:t>;</w:t>
      </w:r>
    </w:p>
    <w:p w14:paraId="3C898F3D" w14:textId="77777777" w:rsidR="0045429A" w:rsidRPr="005A3A33" w:rsidRDefault="00D21B88" w:rsidP="0045429A">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45429A">
        <w:rPr>
          <w:spacing w:val="0"/>
          <w:szCs w:val="18"/>
        </w:rPr>
        <w:fldChar w:fldCharType="begin"/>
      </w:r>
      <w:r w:rsidRPr="0045429A">
        <w:rPr>
          <w:spacing w:val="0"/>
          <w:szCs w:val="18"/>
        </w:rPr>
        <w:instrText>MACROBUTTON NoMacro [Eesnimi Perekonnanimi]</w:instrText>
      </w:r>
      <w:r w:rsidRPr="0045429A">
        <w:rPr>
          <w:spacing w:val="0"/>
          <w:szCs w:val="18"/>
        </w:rPr>
        <w:fldChar w:fldCharType="end"/>
      </w:r>
      <w:r w:rsidRPr="0045429A">
        <w:rPr>
          <w:spacing w:val="0"/>
          <w:szCs w:val="18"/>
        </w:rPr>
        <w:t xml:space="preserve"> tel. nr. </w:t>
      </w:r>
      <w:r w:rsidRPr="0045429A">
        <w:rPr>
          <w:spacing w:val="0"/>
          <w:szCs w:val="18"/>
        </w:rPr>
        <w:fldChar w:fldCharType="begin"/>
      </w:r>
      <w:r w:rsidRPr="0045429A">
        <w:rPr>
          <w:spacing w:val="0"/>
          <w:szCs w:val="18"/>
        </w:rPr>
        <w:instrText>MACROBUTTON NoMacro [telefoni nr]</w:instrText>
      </w:r>
      <w:r w:rsidRPr="0045429A">
        <w:rPr>
          <w:spacing w:val="0"/>
          <w:szCs w:val="18"/>
        </w:rPr>
        <w:fldChar w:fldCharType="end"/>
      </w:r>
      <w:r w:rsidRPr="0045429A">
        <w:rPr>
          <w:spacing w:val="0"/>
          <w:szCs w:val="18"/>
        </w:rPr>
        <w:t xml:space="preserve">, e-mail </w:t>
      </w:r>
      <w:r w:rsidRPr="0045429A">
        <w:rPr>
          <w:spacing w:val="0"/>
          <w:szCs w:val="18"/>
        </w:rPr>
        <w:fldChar w:fldCharType="begin"/>
      </w:r>
      <w:r w:rsidRPr="0045429A">
        <w:rPr>
          <w:spacing w:val="0"/>
          <w:szCs w:val="18"/>
        </w:rPr>
        <w:instrText>MACROBUTTON NoMacro [e-maili aadress]</w:instrText>
      </w:r>
      <w:r w:rsidRPr="0045429A">
        <w:rPr>
          <w:spacing w:val="0"/>
          <w:szCs w:val="18"/>
        </w:rPr>
        <w:fldChar w:fldCharType="end"/>
      </w:r>
      <w:r w:rsidRPr="0045429A">
        <w:rPr>
          <w:spacing w:val="0"/>
          <w:szCs w:val="18"/>
        </w:rPr>
        <w:t>;</w:t>
      </w:r>
    </w:p>
    <w:p w14:paraId="0448F4AD" w14:textId="77777777" w:rsidR="00D21B88" w:rsidRDefault="00ED074F" w:rsidP="0045429A">
      <w:pPr>
        <w:numPr>
          <w:ilvl w:val="2"/>
          <w:numId w:val="1"/>
        </w:numPr>
        <w:tabs>
          <w:tab w:val="left" w:pos="851"/>
        </w:tabs>
        <w:suppressAutoHyphens/>
        <w:spacing w:before="120"/>
        <w:jc w:val="both"/>
        <w:rPr>
          <w:spacing w:val="0"/>
        </w:rPr>
      </w:pPr>
      <w:r>
        <w:rPr>
          <w:spacing w:val="0"/>
          <w:szCs w:val="18"/>
        </w:rPr>
        <w:lastRenderedPageBreak/>
        <w:t>Omaniku</w:t>
      </w:r>
      <w:r w:rsidR="0045429A" w:rsidRPr="005A3A33">
        <w:rPr>
          <w:spacing w:val="0"/>
          <w:szCs w:val="18"/>
        </w:rPr>
        <w:t xml:space="preserve">järelevalvet teostab </w:t>
      </w:r>
      <w:r w:rsidR="0045429A" w:rsidRPr="0045429A">
        <w:rPr>
          <w:spacing w:val="0"/>
          <w:szCs w:val="18"/>
        </w:rPr>
        <w:fldChar w:fldCharType="begin"/>
      </w:r>
      <w:r w:rsidR="0045429A" w:rsidRPr="0045429A">
        <w:rPr>
          <w:spacing w:val="0"/>
          <w:szCs w:val="18"/>
        </w:rPr>
        <w:instrText>MACROBUTTON NoMacro [</w:instrText>
      </w:r>
      <w:r w:rsidR="0045429A">
        <w:rPr>
          <w:spacing w:val="0"/>
          <w:szCs w:val="18"/>
        </w:rPr>
        <w:instrText>firma</w:instrText>
      </w:r>
      <w:r w:rsidR="0045429A" w:rsidRPr="0045429A">
        <w:rPr>
          <w:spacing w:val="0"/>
          <w:szCs w:val="18"/>
        </w:rPr>
        <w:instrText>]</w:instrText>
      </w:r>
      <w:r w:rsidR="0045429A" w:rsidRPr="0045429A">
        <w:rPr>
          <w:spacing w:val="0"/>
          <w:szCs w:val="18"/>
        </w:rPr>
        <w:fldChar w:fldCharType="end"/>
      </w:r>
      <w:r w:rsidR="0045429A">
        <w:rPr>
          <w:spacing w:val="0"/>
          <w:szCs w:val="18"/>
        </w:rPr>
        <w:t xml:space="preserve"> </w:t>
      </w:r>
      <w:r w:rsidR="0045429A" w:rsidRPr="00D21B88">
        <w:rPr>
          <w:spacing w:val="0"/>
        </w:rPr>
        <w:fldChar w:fldCharType="begin"/>
      </w:r>
      <w:r w:rsidR="0045429A" w:rsidRPr="00D21B88">
        <w:rPr>
          <w:spacing w:val="0"/>
        </w:rPr>
        <w:instrText>MACROBUTTON NoMacro [Eesnimi Perekonnanimi]</w:instrText>
      </w:r>
      <w:r w:rsidR="0045429A" w:rsidRPr="00D21B88">
        <w:rPr>
          <w:spacing w:val="0"/>
        </w:rPr>
        <w:fldChar w:fldCharType="end"/>
      </w:r>
      <w:r w:rsidR="0045429A" w:rsidRPr="00D21B88">
        <w:rPr>
          <w:spacing w:val="0"/>
        </w:rPr>
        <w:t xml:space="preserve"> tel. nr. </w:t>
      </w:r>
      <w:r w:rsidR="0045429A" w:rsidRPr="00D21B88">
        <w:rPr>
          <w:spacing w:val="0"/>
        </w:rPr>
        <w:fldChar w:fldCharType="begin"/>
      </w:r>
      <w:r w:rsidR="0045429A" w:rsidRPr="00D21B88">
        <w:rPr>
          <w:spacing w:val="0"/>
        </w:rPr>
        <w:instrText>MACROBUTTON NoMacro [telefoni nr]</w:instrText>
      </w:r>
      <w:r w:rsidR="0045429A" w:rsidRPr="00D21B88">
        <w:rPr>
          <w:spacing w:val="0"/>
        </w:rPr>
        <w:fldChar w:fldCharType="end"/>
      </w:r>
      <w:r w:rsidR="0045429A" w:rsidRPr="00D21B88">
        <w:rPr>
          <w:spacing w:val="0"/>
        </w:rPr>
        <w:t xml:space="preserve">, e-mail </w:t>
      </w:r>
      <w:r w:rsidR="0045429A" w:rsidRPr="00D21B88">
        <w:rPr>
          <w:spacing w:val="0"/>
        </w:rPr>
        <w:fldChar w:fldCharType="begin"/>
      </w:r>
      <w:r w:rsidR="0045429A" w:rsidRPr="00D21B88">
        <w:rPr>
          <w:spacing w:val="0"/>
        </w:rPr>
        <w:instrText>MACROBUTTON NoMacro [e-maili aadress]</w:instrText>
      </w:r>
      <w:r w:rsidR="0045429A" w:rsidRPr="00D21B88">
        <w:rPr>
          <w:spacing w:val="0"/>
        </w:rPr>
        <w:fldChar w:fldCharType="end"/>
      </w:r>
      <w:r w:rsidR="0045429A" w:rsidRPr="005A3A33">
        <w:rPr>
          <w:spacing w:val="0"/>
          <w:szCs w:val="18"/>
        </w:rPr>
        <w:t>.</w:t>
      </w:r>
    </w:p>
    <w:p w14:paraId="7DDF3855"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77810A83" w14:textId="77777777" w:rsidR="00D21B88" w:rsidRPr="00D21B88" w:rsidRDefault="00D21B88" w:rsidP="00D21B88">
      <w:pPr>
        <w:numPr>
          <w:ilvl w:val="2"/>
          <w:numId w:val="1"/>
        </w:numPr>
        <w:tabs>
          <w:tab w:val="left" w:pos="851"/>
        </w:tabs>
        <w:suppressAutoHyphens/>
        <w:spacing w:before="120"/>
        <w:jc w:val="both"/>
        <w:rPr>
          <w:spacing w:val="0"/>
        </w:rPr>
      </w:pPr>
      <w:r w:rsidRPr="00D21B88">
        <w:rPr>
          <w:spacing w:val="-3"/>
        </w:rPr>
        <w:t xml:space="preserve">Töövõtja esindaja, kes on volitatud </w:t>
      </w:r>
      <w:r w:rsidR="00ED074F">
        <w:rPr>
          <w:spacing w:val="-3"/>
        </w:rPr>
        <w:t>l</w:t>
      </w:r>
      <w:r w:rsidRPr="00D21B88">
        <w:rPr>
          <w:spacing w:val="-3"/>
        </w:rPr>
        <w:t xml:space="preserve">epingut täitma, muutma ja lõpetama: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D21B88">
        <w:rPr>
          <w:spacing w:val="0"/>
        </w:rPr>
        <w:fldChar w:fldCharType="begin"/>
      </w:r>
      <w:r w:rsidRPr="00D21B88">
        <w:rPr>
          <w:spacing w:val="0"/>
        </w:rPr>
        <w:instrText>MACROBUTTON NoMacro [Eesnimi Perekonnanimi]</w:instrText>
      </w:r>
      <w:r w:rsidRPr="00D21B88">
        <w:rPr>
          <w:spacing w:val="0"/>
        </w:rPr>
        <w:fldChar w:fldCharType="end"/>
      </w:r>
      <w:r w:rsidR="00882874">
        <w:rPr>
          <w:spacing w:val="0"/>
        </w:rPr>
        <w:t>,</w:t>
      </w:r>
      <w:r w:rsidRPr="00D21B88">
        <w:rPr>
          <w:spacing w:val="0"/>
        </w:rPr>
        <w:t xml:space="preserve"> tel. nr. </w:t>
      </w:r>
      <w:r w:rsidRPr="00D21B88">
        <w:rPr>
          <w:spacing w:val="0"/>
        </w:rPr>
        <w:fldChar w:fldCharType="begin"/>
      </w:r>
      <w:r w:rsidRPr="00D21B88">
        <w:rPr>
          <w:spacing w:val="0"/>
        </w:rPr>
        <w:instrText>MACROBUTTON NoMacro [telefoni nr]</w:instrText>
      </w:r>
      <w:r w:rsidRPr="00D21B88">
        <w:rPr>
          <w:spacing w:val="0"/>
        </w:rPr>
        <w:fldChar w:fldCharType="end"/>
      </w:r>
      <w:r w:rsidRPr="00D21B88">
        <w:rPr>
          <w:spacing w:val="0"/>
        </w:rPr>
        <w:t xml:space="preserve">, e-mail </w:t>
      </w:r>
      <w:r w:rsidRPr="00D21B88">
        <w:rPr>
          <w:spacing w:val="0"/>
        </w:rPr>
        <w:fldChar w:fldCharType="begin"/>
      </w:r>
      <w:r w:rsidRPr="00D21B88">
        <w:rPr>
          <w:spacing w:val="0"/>
        </w:rPr>
        <w:instrText>MACROBUTTON NoMacro [e-maili aadress]</w:instrText>
      </w:r>
      <w:r w:rsidRPr="00D21B88">
        <w:rPr>
          <w:spacing w:val="0"/>
        </w:rPr>
        <w:fldChar w:fldCharType="end"/>
      </w:r>
      <w:r w:rsidRPr="00D21B88">
        <w:rPr>
          <w:spacing w:val="0"/>
        </w:rPr>
        <w:t>;</w:t>
      </w:r>
    </w:p>
    <w:p w14:paraId="2C7D4AB0" w14:textId="77777777" w:rsidR="00D21B88" w:rsidRPr="00D21B88" w:rsidRDefault="00D21B88" w:rsidP="00D21B88">
      <w:pPr>
        <w:numPr>
          <w:ilvl w:val="2"/>
          <w:numId w:val="1"/>
        </w:numPr>
        <w:tabs>
          <w:tab w:val="left" w:pos="851"/>
        </w:tabs>
        <w:suppressAutoHyphens/>
        <w:spacing w:before="120"/>
        <w:jc w:val="both"/>
        <w:rPr>
          <w:spacing w:val="0"/>
        </w:rPr>
      </w:pPr>
      <w:r>
        <w:rPr>
          <w:spacing w:val="-3"/>
        </w:rPr>
        <w:t>Töövõtja esindaja (</w:t>
      </w:r>
      <w:r w:rsidR="00ED074F">
        <w:rPr>
          <w:spacing w:val="-3"/>
        </w:rPr>
        <w:t>t</w:t>
      </w:r>
      <w:r>
        <w:rPr>
          <w:spacing w:val="-3"/>
        </w:rPr>
        <w:t>ööde juht),</w:t>
      </w:r>
      <w:r w:rsidR="0045429A">
        <w:rPr>
          <w:spacing w:val="-3"/>
        </w:rPr>
        <w:t xml:space="preserve"> kes on volitatud juhtima </w:t>
      </w:r>
      <w:r w:rsidR="00ED074F">
        <w:rPr>
          <w:spacing w:val="-3"/>
        </w:rPr>
        <w:t>t</w:t>
      </w:r>
      <w:r w:rsidR="0045429A">
        <w:rPr>
          <w:spacing w:val="-3"/>
        </w:rPr>
        <w:t xml:space="preserve">öid </w:t>
      </w:r>
      <w:r>
        <w:rPr>
          <w:spacing w:val="-3"/>
        </w:rPr>
        <w:t xml:space="preserve">ehitusobjektil ning allkirjastama ehitusprotsessi operatiivseid dokumente (talle on antud õigus allkirjastada </w:t>
      </w:r>
      <w:r w:rsidR="00ED074F">
        <w:rPr>
          <w:spacing w:val="-3"/>
        </w:rPr>
        <w:t>t</w:t>
      </w:r>
      <w:r>
        <w:rPr>
          <w:spacing w:val="-3"/>
        </w:rPr>
        <w:t xml:space="preserve">öövõtja poolt Lepingu täitmisega seotud dokumente, esindada </w:t>
      </w:r>
      <w:r w:rsidR="00ED074F">
        <w:rPr>
          <w:spacing w:val="-3"/>
        </w:rPr>
        <w:t>t</w:t>
      </w:r>
      <w:r>
        <w:rPr>
          <w:spacing w:val="-3"/>
        </w:rPr>
        <w:t xml:space="preserve">öövõtjat ehitusobjektil toimuvatel koosolekutel, </w:t>
      </w:r>
      <w:r w:rsidR="00ED074F">
        <w:rPr>
          <w:spacing w:val="-3"/>
        </w:rPr>
        <w:t>l</w:t>
      </w:r>
      <w:r>
        <w:rPr>
          <w:spacing w:val="-3"/>
        </w:rPr>
        <w:t xml:space="preserve">epingu kestuse jooksul vastu võtma </w:t>
      </w:r>
      <w:r w:rsidR="00ED074F">
        <w:rPr>
          <w:spacing w:val="-3"/>
        </w:rPr>
        <w:t>t</w:t>
      </w:r>
      <w:r>
        <w:rPr>
          <w:spacing w:val="-3"/>
        </w:rPr>
        <w:t xml:space="preserve">ellijalt projektdokumentatsiooni, samuti vastutab ta tööohutuse eest </w:t>
      </w:r>
      <w:r w:rsidR="00ED074F">
        <w:rPr>
          <w:spacing w:val="-3"/>
        </w:rPr>
        <w:t>l</w:t>
      </w:r>
      <w:r>
        <w:rPr>
          <w:spacing w:val="-3"/>
        </w:rPr>
        <w:t>epingu ulatuses):</w:t>
      </w:r>
      <w:r w:rsidR="0045429A" w:rsidRPr="0045429A">
        <w:rPr>
          <w:spacing w:val="0"/>
          <w:szCs w:val="18"/>
        </w:rPr>
        <w:t xml:space="preserve">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D21B88">
        <w:rPr>
          <w:spacing w:val="0"/>
        </w:rPr>
        <w:fldChar w:fldCharType="begin"/>
      </w:r>
      <w:r w:rsidRPr="00D21B88">
        <w:rPr>
          <w:spacing w:val="0"/>
        </w:rPr>
        <w:instrText>MACROBUTTON NoMacro [Eesnimi Perekonnanimi]</w:instrText>
      </w:r>
      <w:r w:rsidRPr="00D21B88">
        <w:rPr>
          <w:spacing w:val="0"/>
        </w:rPr>
        <w:fldChar w:fldCharType="end"/>
      </w:r>
      <w:r w:rsidR="00882874">
        <w:rPr>
          <w:spacing w:val="0"/>
        </w:rPr>
        <w:t>,</w:t>
      </w:r>
      <w:r w:rsidRPr="00D21B88">
        <w:rPr>
          <w:spacing w:val="0"/>
        </w:rPr>
        <w:t xml:space="preserve"> tel. nr. </w:t>
      </w:r>
      <w:r w:rsidRPr="00D21B88">
        <w:rPr>
          <w:spacing w:val="0"/>
        </w:rPr>
        <w:fldChar w:fldCharType="begin"/>
      </w:r>
      <w:r w:rsidRPr="00D21B88">
        <w:rPr>
          <w:spacing w:val="0"/>
        </w:rPr>
        <w:instrText>MACROBUTTON NoMacro [telefoni nr]</w:instrText>
      </w:r>
      <w:r w:rsidRPr="00D21B88">
        <w:rPr>
          <w:spacing w:val="0"/>
        </w:rPr>
        <w:fldChar w:fldCharType="end"/>
      </w:r>
      <w:r w:rsidRPr="00D21B88">
        <w:rPr>
          <w:spacing w:val="0"/>
        </w:rPr>
        <w:t xml:space="preserve">, e-mail </w:t>
      </w:r>
      <w:r w:rsidRPr="00D21B88">
        <w:rPr>
          <w:spacing w:val="0"/>
        </w:rPr>
        <w:fldChar w:fldCharType="begin"/>
      </w:r>
      <w:r w:rsidRPr="00D21B88">
        <w:rPr>
          <w:spacing w:val="0"/>
        </w:rPr>
        <w:instrText>MACROBUTTON NoMacro [e-maili aadress]</w:instrText>
      </w:r>
      <w:r w:rsidRPr="00D21B88">
        <w:rPr>
          <w:spacing w:val="0"/>
        </w:rPr>
        <w:fldChar w:fldCharType="end"/>
      </w:r>
      <w:r w:rsidR="0045429A">
        <w:rPr>
          <w:spacing w:val="0"/>
        </w:rPr>
        <w:t>;</w:t>
      </w:r>
    </w:p>
    <w:p w14:paraId="5DA70898" w14:textId="77777777" w:rsidR="00366B8F" w:rsidRPr="0045429A" w:rsidRDefault="00010E89" w:rsidP="0045429A">
      <w:pPr>
        <w:numPr>
          <w:ilvl w:val="2"/>
          <w:numId w:val="1"/>
        </w:numPr>
        <w:tabs>
          <w:tab w:val="left" w:pos="851"/>
        </w:tabs>
        <w:suppressAutoHyphens/>
        <w:spacing w:before="120"/>
        <w:jc w:val="both"/>
        <w:rPr>
          <w:spacing w:val="-3"/>
        </w:rPr>
      </w:pPr>
      <w:r w:rsidRPr="0045429A">
        <w:rPr>
          <w:spacing w:val="-3"/>
        </w:rPr>
        <w:t>V</w:t>
      </w:r>
      <w:r w:rsidR="00366B8F" w:rsidRPr="0045429A">
        <w:rPr>
          <w:spacing w:val="-3"/>
        </w:rPr>
        <w:t xml:space="preserve">astutav </w:t>
      </w:r>
      <w:r w:rsidR="00333E02">
        <w:rPr>
          <w:spacing w:val="-3"/>
        </w:rPr>
        <w:t>pädev isik</w:t>
      </w:r>
      <w:r w:rsidR="00333E02" w:rsidRPr="0045429A">
        <w:rPr>
          <w:spacing w:val="-3"/>
        </w:rPr>
        <w:t xml:space="preserve"> </w:t>
      </w:r>
      <w:r w:rsidR="00366B8F" w:rsidRPr="0045429A">
        <w:rPr>
          <w:spacing w:val="-3"/>
        </w:rPr>
        <w:t>Majandustegevuse Registri mõistes</w:t>
      </w:r>
      <w:r w:rsidR="0045429A" w:rsidRPr="0045429A">
        <w:rPr>
          <w:spacing w:val="-3"/>
        </w:rPr>
        <w:t>:</w:t>
      </w:r>
      <w:r w:rsidR="00882874">
        <w:rPr>
          <w:spacing w:val="-3"/>
        </w:rPr>
        <w:t xml:space="preserve"> </w:t>
      </w:r>
      <w:r w:rsidR="00882874" w:rsidRPr="0045429A">
        <w:rPr>
          <w:spacing w:val="0"/>
          <w:szCs w:val="18"/>
        </w:rPr>
        <w:fldChar w:fldCharType="begin"/>
      </w:r>
      <w:r w:rsidR="00882874" w:rsidRPr="0045429A">
        <w:rPr>
          <w:spacing w:val="0"/>
          <w:szCs w:val="18"/>
        </w:rPr>
        <w:instrText>MACROBUTTON NoMacro [</w:instrText>
      </w:r>
      <w:r w:rsidR="00882874">
        <w:rPr>
          <w:spacing w:val="0"/>
          <w:szCs w:val="18"/>
        </w:rPr>
        <w:instrText>Ettevõtte nimi, milles töötab põhitöökohal</w:instrText>
      </w:r>
      <w:r w:rsidR="00882874" w:rsidRPr="0045429A">
        <w:rPr>
          <w:spacing w:val="0"/>
          <w:szCs w:val="18"/>
        </w:rPr>
        <w:instrText>]</w:instrText>
      </w:r>
      <w:r w:rsidR="00882874" w:rsidRPr="0045429A">
        <w:rPr>
          <w:spacing w:val="0"/>
          <w:szCs w:val="18"/>
        </w:rPr>
        <w:fldChar w:fldCharType="end"/>
      </w:r>
      <w:r w:rsidR="00882874">
        <w:rPr>
          <w:spacing w:val="0"/>
          <w:szCs w:val="18"/>
        </w:rPr>
        <w:t>,</w:t>
      </w:r>
      <w:r w:rsidR="00882874" w:rsidRPr="00882874">
        <w:rPr>
          <w:spacing w:val="0"/>
          <w:szCs w:val="18"/>
        </w:rPr>
        <w:t xml:space="preserve"> </w:t>
      </w:r>
      <w:r w:rsidR="00882874" w:rsidRPr="0045429A">
        <w:rPr>
          <w:spacing w:val="0"/>
          <w:szCs w:val="18"/>
        </w:rPr>
        <w:fldChar w:fldCharType="begin"/>
      </w:r>
      <w:r w:rsidR="00882874" w:rsidRPr="0045429A">
        <w:rPr>
          <w:spacing w:val="0"/>
          <w:szCs w:val="18"/>
        </w:rPr>
        <w:instrText>MACROBUTTON NoMacro [amet]</w:instrText>
      </w:r>
      <w:r w:rsidR="00882874" w:rsidRPr="0045429A">
        <w:rPr>
          <w:spacing w:val="0"/>
          <w:szCs w:val="18"/>
        </w:rPr>
        <w:fldChar w:fldCharType="end"/>
      </w:r>
      <w:r w:rsidR="00882874">
        <w:rPr>
          <w:spacing w:val="0"/>
          <w:szCs w:val="18"/>
        </w:rPr>
        <w:t xml:space="preserve"> </w:t>
      </w:r>
      <w:r w:rsidR="00882874" w:rsidRPr="00D21B88">
        <w:rPr>
          <w:spacing w:val="0"/>
        </w:rPr>
        <w:fldChar w:fldCharType="begin"/>
      </w:r>
      <w:r w:rsidR="00882874" w:rsidRPr="00D21B88">
        <w:rPr>
          <w:spacing w:val="0"/>
        </w:rPr>
        <w:instrText>MACROBUTTON NoMacro [Eesnimi Perekonnanimi]</w:instrText>
      </w:r>
      <w:r w:rsidR="00882874" w:rsidRPr="00D21B88">
        <w:rPr>
          <w:spacing w:val="0"/>
        </w:rPr>
        <w:fldChar w:fldCharType="end"/>
      </w:r>
      <w:r w:rsidR="00882874">
        <w:rPr>
          <w:spacing w:val="0"/>
        </w:rPr>
        <w:t>,</w:t>
      </w:r>
      <w:r w:rsidR="00882874" w:rsidRPr="00D21B88">
        <w:rPr>
          <w:spacing w:val="0"/>
        </w:rPr>
        <w:t xml:space="preserve"> tel. nr. </w:t>
      </w:r>
      <w:r w:rsidR="00882874" w:rsidRPr="00D21B88">
        <w:rPr>
          <w:spacing w:val="0"/>
        </w:rPr>
        <w:fldChar w:fldCharType="begin"/>
      </w:r>
      <w:r w:rsidR="00882874" w:rsidRPr="00D21B88">
        <w:rPr>
          <w:spacing w:val="0"/>
        </w:rPr>
        <w:instrText>MACROBUTTON NoMacro [telefoni nr]</w:instrText>
      </w:r>
      <w:r w:rsidR="00882874" w:rsidRPr="00D21B88">
        <w:rPr>
          <w:spacing w:val="0"/>
        </w:rPr>
        <w:fldChar w:fldCharType="end"/>
      </w:r>
      <w:r w:rsidR="009603AB">
        <w:rPr>
          <w:spacing w:val="0"/>
        </w:rPr>
        <w:t>, e-post</w:t>
      </w:r>
      <w:r w:rsidR="00882874" w:rsidRPr="00D21B88">
        <w:rPr>
          <w:spacing w:val="0"/>
        </w:rPr>
        <w:t xml:space="preserve"> </w:t>
      </w:r>
      <w:r w:rsidR="00882874" w:rsidRPr="00D21B88">
        <w:rPr>
          <w:spacing w:val="0"/>
        </w:rPr>
        <w:fldChar w:fldCharType="begin"/>
      </w:r>
      <w:r w:rsidR="00882874" w:rsidRPr="00D21B88">
        <w:rPr>
          <w:spacing w:val="0"/>
        </w:rPr>
        <w:instrText>MACROBUTTON NoMacro [e-maili aadress]</w:instrText>
      </w:r>
      <w:r w:rsidR="00882874" w:rsidRPr="00D21B88">
        <w:rPr>
          <w:spacing w:val="0"/>
        </w:rPr>
        <w:fldChar w:fldCharType="end"/>
      </w:r>
      <w:r w:rsidR="009E02CA" w:rsidRPr="0045429A">
        <w:rPr>
          <w:spacing w:val="-3"/>
        </w:rPr>
        <w:t>.</w:t>
      </w:r>
    </w:p>
    <w:p w14:paraId="6C019412"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139A631D"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24D90AA8"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 xml:space="preserve">E-kirja teel edastatud teated peetakse </w:t>
      </w:r>
      <w:proofErr w:type="spellStart"/>
      <w:r w:rsidRPr="002E558B">
        <w:rPr>
          <w:spacing w:val="-3"/>
        </w:rPr>
        <w:t>kättesaaduks</w:t>
      </w:r>
      <w:proofErr w:type="spellEnd"/>
      <w:r w:rsidRPr="002E558B">
        <w:rPr>
          <w:spacing w:val="-3"/>
        </w:rPr>
        <w:t xml:space="preserve"> alates teate edastamisele järgnevast tööpäevast.</w:t>
      </w:r>
    </w:p>
    <w:p w14:paraId="357A8E92"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39BC5214"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08A59758"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53ABC8C9"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00429B3E"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164A534C"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5FFA3CDA" w14:textId="77777777" w:rsidTr="005E2123">
        <w:trPr>
          <w:trHeight w:val="230"/>
        </w:trPr>
        <w:tc>
          <w:tcPr>
            <w:tcW w:w="4536" w:type="dxa"/>
          </w:tcPr>
          <w:p w14:paraId="3C6A3FCF"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531ECF0E"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465F2E12" w14:textId="77777777" w:rsidTr="005E2123">
        <w:trPr>
          <w:trHeight w:val="1097"/>
        </w:trPr>
        <w:tc>
          <w:tcPr>
            <w:tcW w:w="4536" w:type="dxa"/>
          </w:tcPr>
          <w:p w14:paraId="1DFD5F33" w14:textId="77777777" w:rsidR="00561311" w:rsidRPr="005A3A33" w:rsidRDefault="00561311" w:rsidP="00561311">
            <w:pPr>
              <w:tabs>
                <w:tab w:val="left" w:pos="4320"/>
              </w:tabs>
              <w:jc w:val="both"/>
              <w:rPr>
                <w:spacing w:val="0"/>
              </w:rPr>
            </w:pPr>
            <w:r w:rsidRPr="005A3A33">
              <w:rPr>
                <w:spacing w:val="0"/>
              </w:rPr>
              <w:t>Riigimetsa Majandamise Keskus</w:t>
            </w:r>
          </w:p>
          <w:p w14:paraId="1C39DF80" w14:textId="77777777" w:rsidR="002D125D" w:rsidRPr="002D125D" w:rsidRDefault="002D125D" w:rsidP="002D125D">
            <w:pPr>
              <w:tabs>
                <w:tab w:val="left" w:pos="4320"/>
              </w:tabs>
              <w:jc w:val="both"/>
              <w:rPr>
                <w:spacing w:val="0"/>
              </w:rPr>
            </w:pPr>
            <w:proofErr w:type="spellStart"/>
            <w:r w:rsidRPr="002D125D">
              <w:rPr>
                <w:spacing w:val="0"/>
              </w:rPr>
              <w:t>Sagadi</w:t>
            </w:r>
            <w:proofErr w:type="spellEnd"/>
            <w:r w:rsidRPr="002D125D">
              <w:rPr>
                <w:spacing w:val="0"/>
              </w:rPr>
              <w:t xml:space="preserve"> küla, 45403 Haljala vald,</w:t>
            </w:r>
          </w:p>
          <w:p w14:paraId="733FFF46" w14:textId="77777777" w:rsidR="00561311" w:rsidRPr="005A3A33" w:rsidRDefault="002D125D" w:rsidP="002D125D">
            <w:pPr>
              <w:tabs>
                <w:tab w:val="left" w:pos="4320"/>
              </w:tabs>
              <w:jc w:val="both"/>
              <w:rPr>
                <w:spacing w:val="0"/>
              </w:rPr>
            </w:pPr>
            <w:r w:rsidRPr="002D125D">
              <w:rPr>
                <w:spacing w:val="0"/>
              </w:rPr>
              <w:t>Lääne-Viru maakond</w:t>
            </w:r>
          </w:p>
          <w:p w14:paraId="79310F18" w14:textId="77777777" w:rsidR="00561311" w:rsidRPr="005A3A33" w:rsidRDefault="00561311" w:rsidP="00561311">
            <w:pPr>
              <w:tabs>
                <w:tab w:val="left" w:pos="4320"/>
              </w:tabs>
              <w:jc w:val="both"/>
              <w:rPr>
                <w:spacing w:val="0"/>
              </w:rPr>
            </w:pPr>
            <w:r w:rsidRPr="005A3A33">
              <w:rPr>
                <w:spacing w:val="0"/>
              </w:rPr>
              <w:t>Registrikood 70004459</w:t>
            </w:r>
          </w:p>
          <w:p w14:paraId="6A1D16DC"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7902DB99" w14:textId="77777777" w:rsidR="00FF2E0D" w:rsidRPr="005A3A33" w:rsidRDefault="00470DE8" w:rsidP="00561311">
            <w:pPr>
              <w:tabs>
                <w:tab w:val="left" w:pos="4320"/>
              </w:tabs>
              <w:jc w:val="both"/>
              <w:rPr>
                <w:iCs/>
                <w:spacing w:val="0"/>
              </w:rPr>
            </w:pPr>
            <w:r>
              <w:rPr>
                <w:spacing w:val="-3"/>
              </w:rPr>
              <w:t>Nimi</w:t>
            </w:r>
          </w:p>
          <w:p w14:paraId="7DAF6913" w14:textId="77777777" w:rsidR="00561311" w:rsidRPr="005A3A33" w:rsidRDefault="005E2123" w:rsidP="00561311">
            <w:pPr>
              <w:tabs>
                <w:tab w:val="left" w:pos="4320"/>
              </w:tabs>
              <w:jc w:val="both"/>
              <w:rPr>
                <w:iCs/>
                <w:spacing w:val="0"/>
              </w:rPr>
            </w:pPr>
            <w:r w:rsidRPr="00D21B88">
              <w:rPr>
                <w:spacing w:val="-3"/>
              </w:rPr>
              <w:fldChar w:fldCharType="begin"/>
            </w:r>
            <w:r w:rsidRPr="00D21B88">
              <w:rPr>
                <w:spacing w:val="-3"/>
              </w:rPr>
              <w:instrText>MACROBUTTON NoMacro [</w:instrText>
            </w:r>
            <w:r>
              <w:rPr>
                <w:spacing w:val="-3"/>
              </w:rPr>
              <w:instrText>Ettevõtte postiaadress</w:instrText>
            </w:r>
            <w:r w:rsidRPr="00D21B88">
              <w:rPr>
                <w:spacing w:val="-3"/>
              </w:rPr>
              <w:instrText>]</w:instrText>
            </w:r>
            <w:r w:rsidRPr="00D21B88">
              <w:rPr>
                <w:spacing w:val="-3"/>
              </w:rPr>
              <w:fldChar w:fldCharType="end"/>
            </w:r>
          </w:p>
          <w:p w14:paraId="4D5EFEB4" w14:textId="77777777" w:rsidR="00FF2E0D" w:rsidRPr="005A3A33" w:rsidRDefault="004A4BF3" w:rsidP="00561311">
            <w:pPr>
              <w:tabs>
                <w:tab w:val="left" w:pos="4320"/>
              </w:tabs>
              <w:jc w:val="both"/>
              <w:rPr>
                <w:iCs/>
                <w:spacing w:val="0"/>
              </w:rPr>
            </w:pPr>
            <w:r w:rsidRPr="005A3A33">
              <w:rPr>
                <w:spacing w:val="0"/>
                <w:szCs w:val="18"/>
              </w:rPr>
              <w:t xml:space="preserve">Registrikood </w:t>
            </w:r>
            <w:r w:rsidR="005E2123" w:rsidRPr="00D21B88">
              <w:rPr>
                <w:spacing w:val="-3"/>
              </w:rPr>
              <w:fldChar w:fldCharType="begin"/>
            </w:r>
            <w:r w:rsidR="005E2123">
              <w:rPr>
                <w:spacing w:val="-3"/>
              </w:rPr>
              <w:instrText>MACROBUTTON NoMacro [number</w:instrText>
            </w:r>
            <w:r w:rsidR="005E2123" w:rsidRPr="00D21B88">
              <w:rPr>
                <w:spacing w:val="-3"/>
              </w:rPr>
              <w:instrText>]</w:instrText>
            </w:r>
            <w:r w:rsidR="005E2123" w:rsidRPr="00D21B88">
              <w:rPr>
                <w:spacing w:val="-3"/>
              </w:rPr>
              <w:fldChar w:fldCharType="end"/>
            </w:r>
          </w:p>
          <w:p w14:paraId="505E2285" w14:textId="77777777" w:rsidR="00561311" w:rsidRPr="005A3A33" w:rsidRDefault="004A4BF3" w:rsidP="002B4335">
            <w:pPr>
              <w:tabs>
                <w:tab w:val="left" w:pos="4320"/>
              </w:tabs>
              <w:jc w:val="both"/>
              <w:rPr>
                <w:iCs/>
                <w:spacing w:val="0"/>
              </w:rPr>
            </w:pPr>
            <w:r w:rsidRPr="005A3A33">
              <w:rPr>
                <w:spacing w:val="0"/>
                <w:szCs w:val="18"/>
              </w:rPr>
              <w:t xml:space="preserve">Telefon </w:t>
            </w:r>
            <w:r w:rsidR="005E2123" w:rsidRPr="00D21B88">
              <w:rPr>
                <w:spacing w:val="-3"/>
              </w:rPr>
              <w:fldChar w:fldCharType="begin"/>
            </w:r>
            <w:r w:rsidR="005E2123" w:rsidRPr="00D21B88">
              <w:rPr>
                <w:spacing w:val="-3"/>
              </w:rPr>
              <w:instrText>MACROBUTTON NoMacro [telefoni nr]</w:instrText>
            </w:r>
            <w:r w:rsidR="005E2123" w:rsidRPr="00D21B88">
              <w:rPr>
                <w:spacing w:val="-3"/>
              </w:rPr>
              <w:fldChar w:fldCharType="end"/>
            </w:r>
          </w:p>
        </w:tc>
      </w:tr>
      <w:tr w:rsidR="005E2123" w:rsidRPr="005A3A33" w14:paraId="37378229" w14:textId="77777777" w:rsidTr="005E2123">
        <w:trPr>
          <w:trHeight w:val="1097"/>
        </w:trPr>
        <w:tc>
          <w:tcPr>
            <w:tcW w:w="4536" w:type="dxa"/>
            <w:vAlign w:val="bottom"/>
          </w:tcPr>
          <w:p w14:paraId="4C7735A4" w14:textId="77777777" w:rsidR="005E2123" w:rsidRDefault="00470DE8" w:rsidP="002B4335">
            <w:pPr>
              <w:tabs>
                <w:tab w:val="left" w:pos="4320"/>
              </w:tabs>
              <w:spacing w:after="240"/>
              <w:rPr>
                <w:spacing w:val="0"/>
              </w:rPr>
            </w:pPr>
            <w:r>
              <w:rPr>
                <w:spacing w:val="0"/>
              </w:rPr>
              <w:lastRenderedPageBreak/>
              <w:t>(</w:t>
            </w:r>
            <w:r w:rsidR="005E2123" w:rsidRPr="003D2132">
              <w:rPr>
                <w:spacing w:val="0"/>
              </w:rPr>
              <w:t>allkirjastatud digitaalselt</w:t>
            </w:r>
            <w:r>
              <w:rPr>
                <w:spacing w:val="0"/>
              </w:rPr>
              <w:t>)</w:t>
            </w:r>
          </w:p>
          <w:p w14:paraId="1451AAE6" w14:textId="77777777" w:rsidR="002B4335" w:rsidRPr="003D2132" w:rsidRDefault="002B4335" w:rsidP="002B4335">
            <w:pPr>
              <w:tabs>
                <w:tab w:val="left" w:pos="4320"/>
              </w:tabs>
              <w:rPr>
                <w:spacing w:val="0"/>
              </w:rPr>
            </w:pPr>
          </w:p>
        </w:tc>
        <w:tc>
          <w:tcPr>
            <w:tcW w:w="4464" w:type="dxa"/>
            <w:vAlign w:val="bottom"/>
          </w:tcPr>
          <w:p w14:paraId="1C15F6A0"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11A30D07" w14:textId="77777777" w:rsidR="002B4335" w:rsidRPr="00470DE8" w:rsidRDefault="002B4335" w:rsidP="002B4335">
            <w:pPr>
              <w:tabs>
                <w:tab w:val="left" w:pos="4320"/>
              </w:tabs>
              <w:rPr>
                <w:spacing w:val="-3"/>
              </w:rPr>
            </w:pPr>
          </w:p>
        </w:tc>
      </w:tr>
      <w:tr w:rsidR="003D2132" w:rsidRPr="005A3A33" w14:paraId="4E4BB96F" w14:textId="77777777" w:rsidTr="003D2132">
        <w:trPr>
          <w:trHeight w:val="340"/>
        </w:trPr>
        <w:tc>
          <w:tcPr>
            <w:tcW w:w="4536" w:type="dxa"/>
            <w:vAlign w:val="bottom"/>
          </w:tcPr>
          <w:p w14:paraId="678936B5"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c>
          <w:tcPr>
            <w:tcW w:w="4464" w:type="dxa"/>
            <w:vAlign w:val="bottom"/>
          </w:tcPr>
          <w:p w14:paraId="1604B977"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r>
      <w:tr w:rsidR="003D2132" w:rsidRPr="009603AB" w14:paraId="260E7C94" w14:textId="77777777" w:rsidTr="003D2132">
        <w:trPr>
          <w:trHeight w:val="340"/>
        </w:trPr>
        <w:tc>
          <w:tcPr>
            <w:tcW w:w="4536" w:type="dxa"/>
            <w:vAlign w:val="bottom"/>
          </w:tcPr>
          <w:p w14:paraId="4A15C1CC" w14:textId="77777777" w:rsidR="003D2132" w:rsidRPr="002E558B" w:rsidRDefault="003D2132" w:rsidP="002B4335">
            <w:pPr>
              <w:tabs>
                <w:tab w:val="left" w:pos="4320"/>
              </w:tabs>
              <w:rPr>
                <w:spacing w:val="0"/>
              </w:rPr>
            </w:pPr>
            <w:r w:rsidRPr="002E558B">
              <w:rPr>
                <w:spacing w:val="0"/>
                <w:lang w:val="en-AU"/>
              </w:rPr>
              <w:fldChar w:fldCharType="begin"/>
            </w:r>
            <w:r w:rsidRPr="001023BF">
              <w:rPr>
                <w:spacing w:val="0"/>
              </w:rPr>
              <w:instrText>MACROBUTTON NoMacro [Eesnimi Nimi]</w:instrText>
            </w:r>
            <w:r w:rsidRPr="002E558B">
              <w:rPr>
                <w:spacing w:val="0"/>
              </w:rPr>
              <w:fldChar w:fldCharType="end"/>
            </w:r>
            <w:r w:rsidRPr="002E558B">
              <w:rPr>
                <w:spacing w:val="0"/>
              </w:rPr>
              <w:t xml:space="preserve"> </w:t>
            </w:r>
          </w:p>
        </w:tc>
        <w:tc>
          <w:tcPr>
            <w:tcW w:w="4464" w:type="dxa"/>
            <w:vAlign w:val="bottom"/>
          </w:tcPr>
          <w:p w14:paraId="3FB88D38" w14:textId="77777777" w:rsidR="003D2132" w:rsidRPr="002E558B" w:rsidRDefault="003D2132" w:rsidP="002B4335">
            <w:pPr>
              <w:tabs>
                <w:tab w:val="left" w:pos="4320"/>
              </w:tabs>
              <w:rPr>
                <w:spacing w:val="0"/>
              </w:rPr>
            </w:pPr>
            <w:r w:rsidRPr="001023BF">
              <w:rPr>
                <w:spacing w:val="0"/>
                <w:lang w:val="en-AU"/>
              </w:rPr>
              <w:fldChar w:fldCharType="begin"/>
            </w:r>
            <w:r w:rsidRPr="001023BF">
              <w:rPr>
                <w:spacing w:val="0"/>
              </w:rPr>
              <w:instrText>MACROBUTTON NoMacro [Eesnimi Nimi]</w:instrText>
            </w:r>
            <w:r w:rsidRPr="001023BF">
              <w:rPr>
                <w:spacing w:val="0"/>
              </w:rPr>
              <w:fldChar w:fldCharType="end"/>
            </w:r>
          </w:p>
        </w:tc>
      </w:tr>
    </w:tbl>
    <w:p w14:paraId="14CE0E70" w14:textId="77777777" w:rsidR="00D708C2" w:rsidRPr="005A3A33" w:rsidRDefault="00D708C2" w:rsidP="005E2123">
      <w:pPr>
        <w:tabs>
          <w:tab w:val="left" w:pos="4320"/>
        </w:tabs>
        <w:spacing w:after="480" w:line="240" w:lineRule="exact"/>
        <w:jc w:val="both"/>
        <w:rPr>
          <w:spacing w:val="0"/>
        </w:rPr>
      </w:pPr>
    </w:p>
    <w:sectPr w:rsidR="00D708C2" w:rsidRPr="005A3A3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017BA" w14:textId="77777777" w:rsidR="002268ED" w:rsidRDefault="002268ED">
      <w:r>
        <w:separator/>
      </w:r>
    </w:p>
  </w:endnote>
  <w:endnote w:type="continuationSeparator" w:id="0">
    <w:p w14:paraId="6908F0DA" w14:textId="77777777" w:rsidR="002268ED" w:rsidRDefault="00226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5D61E" w14:textId="77777777" w:rsidR="002268ED" w:rsidRDefault="002268ED">
      <w:r>
        <w:separator/>
      </w:r>
    </w:p>
  </w:footnote>
  <w:footnote w:type="continuationSeparator" w:id="0">
    <w:p w14:paraId="05FBA0C9" w14:textId="77777777" w:rsidR="002268ED" w:rsidRDefault="00226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EDB6" w14:textId="72DEB4A3" w:rsidR="004F2007" w:rsidRPr="00DF23D4" w:rsidRDefault="004F2007" w:rsidP="004F2007">
    <w:pPr>
      <w:pStyle w:val="Pis"/>
      <w:rPr>
        <w:b/>
      </w:rPr>
    </w:pPr>
    <w:r>
      <w:rPr>
        <w:b/>
      </w:rPr>
      <w:t>Hange</w:t>
    </w:r>
    <w:r>
      <w:rPr>
        <w:b/>
      </w:rPr>
      <w:t xml:space="preserve">: </w:t>
    </w:r>
    <w:proofErr w:type="spellStart"/>
    <w:r w:rsidRPr="00DF23D4">
      <w:rPr>
        <w:b/>
      </w:rPr>
      <w:t>Soomaa</w:t>
    </w:r>
    <w:proofErr w:type="spellEnd"/>
    <w:r w:rsidRPr="00DF23D4">
      <w:rPr>
        <w:b/>
      </w:rPr>
      <w:t xml:space="preserve"> rahvuspargi külastuskeskuse</w:t>
    </w:r>
    <w:r>
      <w:rPr>
        <w:b/>
      </w:rPr>
      <w:t xml:space="preserve"> </w:t>
    </w:r>
    <w:r w:rsidRPr="00DF23D4">
      <w:rPr>
        <w:b/>
      </w:rPr>
      <w:t>hoonete ehitamine ja rekonstrueerimine</w:t>
    </w:r>
  </w:p>
  <w:p w14:paraId="303A2853" w14:textId="1BB96FE2" w:rsidR="004F2007" w:rsidRDefault="0047317C" w:rsidP="004F2007">
    <w:pPr>
      <w:pStyle w:val="Pis"/>
      <w:rPr>
        <w:b/>
      </w:rPr>
    </w:pPr>
    <w:r>
      <w:rPr>
        <w:b/>
      </w:rPr>
      <w:t>Hanke v</w:t>
    </w:r>
    <w:r w:rsidR="004F2007" w:rsidRPr="00DF23D4">
      <w:rPr>
        <w:b/>
      </w:rPr>
      <w:t>iitenumber: 278332</w:t>
    </w:r>
  </w:p>
  <w:p w14:paraId="6D216D83" w14:textId="56AAABD2" w:rsidR="004F2007" w:rsidRDefault="0047317C" w:rsidP="004F2007">
    <w:pPr>
      <w:pStyle w:val="Pis"/>
      <w:rPr>
        <w:b/>
      </w:rPr>
    </w:pPr>
    <w:r>
      <w:rPr>
        <w:b/>
      </w:rPr>
      <w:t xml:space="preserve">RHAD </w:t>
    </w:r>
    <w:r w:rsidR="004F2007">
      <w:rPr>
        <w:b/>
      </w:rPr>
      <w:t xml:space="preserve">Lisa </w:t>
    </w:r>
    <w:r>
      <w:rPr>
        <w:b/>
      </w:rPr>
      <w:t>3 Hankelepingu projekt</w:t>
    </w:r>
  </w:p>
  <w:p w14:paraId="61F678FC" w14:textId="77777777"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3A5D6A">
      <w:rPr>
        <w:rStyle w:val="Lehekljenumber"/>
        <w:noProof/>
        <w:color w:val="808080"/>
        <w:sz w:val="20"/>
        <w:szCs w:val="20"/>
      </w:rPr>
      <w:t>1</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4"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8"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728340399">
    <w:abstractNumId w:val="21"/>
  </w:num>
  <w:num w:numId="2" w16cid:durableId="525950784">
    <w:abstractNumId w:val="20"/>
  </w:num>
  <w:num w:numId="3" w16cid:durableId="1016885878">
    <w:abstractNumId w:val="3"/>
  </w:num>
  <w:num w:numId="4" w16cid:durableId="1025598128">
    <w:abstractNumId w:val="25"/>
  </w:num>
  <w:num w:numId="5" w16cid:durableId="1249343376">
    <w:abstractNumId w:val="16"/>
  </w:num>
  <w:num w:numId="6" w16cid:durableId="1888183806">
    <w:abstractNumId w:val="22"/>
  </w:num>
  <w:num w:numId="7" w16cid:durableId="803427663">
    <w:abstractNumId w:val="12"/>
  </w:num>
  <w:num w:numId="8" w16cid:durableId="1920558682">
    <w:abstractNumId w:val="0"/>
  </w:num>
  <w:num w:numId="9" w16cid:durableId="43801374">
    <w:abstractNumId w:val="19"/>
  </w:num>
  <w:num w:numId="10" w16cid:durableId="325523155">
    <w:abstractNumId w:val="5"/>
  </w:num>
  <w:num w:numId="11" w16cid:durableId="2076587821">
    <w:abstractNumId w:val="28"/>
  </w:num>
  <w:num w:numId="12" w16cid:durableId="1322463709">
    <w:abstractNumId w:val="13"/>
  </w:num>
  <w:num w:numId="13" w16cid:durableId="931939653">
    <w:abstractNumId w:val="8"/>
  </w:num>
  <w:num w:numId="14" w16cid:durableId="1827549833">
    <w:abstractNumId w:val="27"/>
  </w:num>
  <w:num w:numId="15" w16cid:durableId="35199188">
    <w:abstractNumId w:val="24"/>
  </w:num>
  <w:num w:numId="16" w16cid:durableId="813566635">
    <w:abstractNumId w:val="9"/>
  </w:num>
  <w:num w:numId="17" w16cid:durableId="176232693">
    <w:abstractNumId w:val="2"/>
  </w:num>
  <w:num w:numId="18" w16cid:durableId="1500073492">
    <w:abstractNumId w:val="17"/>
  </w:num>
  <w:num w:numId="19" w16cid:durableId="51390385">
    <w:abstractNumId w:val="11"/>
  </w:num>
  <w:num w:numId="20" w16cid:durableId="307059213">
    <w:abstractNumId w:val="26"/>
  </w:num>
  <w:num w:numId="21" w16cid:durableId="2102334905">
    <w:abstractNumId w:val="15"/>
  </w:num>
  <w:num w:numId="22" w16cid:durableId="2026859670">
    <w:abstractNumId w:val="18"/>
  </w:num>
  <w:num w:numId="23" w16cid:durableId="647057716">
    <w:abstractNumId w:val="4"/>
  </w:num>
  <w:num w:numId="24" w16cid:durableId="1094475247">
    <w:abstractNumId w:val="7"/>
  </w:num>
  <w:num w:numId="25" w16cid:durableId="113908834">
    <w:abstractNumId w:val="1"/>
  </w:num>
  <w:num w:numId="26" w16cid:durableId="2094885999">
    <w:abstractNumId w:val="6"/>
  </w:num>
  <w:num w:numId="27" w16cid:durableId="970130525">
    <w:abstractNumId w:val="14"/>
  </w:num>
  <w:num w:numId="28" w16cid:durableId="1021662093">
    <w:abstractNumId w:val="23"/>
  </w:num>
  <w:num w:numId="29" w16cid:durableId="1136725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ED"/>
    <w:rsid w:val="00003552"/>
    <w:rsid w:val="00007B2B"/>
    <w:rsid w:val="00010E89"/>
    <w:rsid w:val="00024C33"/>
    <w:rsid w:val="000310AC"/>
    <w:rsid w:val="000314D3"/>
    <w:rsid w:val="000470C0"/>
    <w:rsid w:val="000521CE"/>
    <w:rsid w:val="00060081"/>
    <w:rsid w:val="0006341C"/>
    <w:rsid w:val="0007111D"/>
    <w:rsid w:val="0007601E"/>
    <w:rsid w:val="00083543"/>
    <w:rsid w:val="00084BA6"/>
    <w:rsid w:val="00085556"/>
    <w:rsid w:val="00086A22"/>
    <w:rsid w:val="000C10F1"/>
    <w:rsid w:val="000D2592"/>
    <w:rsid w:val="001023BF"/>
    <w:rsid w:val="0010269D"/>
    <w:rsid w:val="00110912"/>
    <w:rsid w:val="0013298D"/>
    <w:rsid w:val="00134E00"/>
    <w:rsid w:val="001515C2"/>
    <w:rsid w:val="00156025"/>
    <w:rsid w:val="00161B84"/>
    <w:rsid w:val="0017504A"/>
    <w:rsid w:val="001950D6"/>
    <w:rsid w:val="001A375B"/>
    <w:rsid w:val="001A7DC6"/>
    <w:rsid w:val="001B0DD7"/>
    <w:rsid w:val="001B3B92"/>
    <w:rsid w:val="001D7643"/>
    <w:rsid w:val="001E0346"/>
    <w:rsid w:val="001E45E2"/>
    <w:rsid w:val="001F694C"/>
    <w:rsid w:val="002171BB"/>
    <w:rsid w:val="002268ED"/>
    <w:rsid w:val="00226FE0"/>
    <w:rsid w:val="00243153"/>
    <w:rsid w:val="00263586"/>
    <w:rsid w:val="00266BC5"/>
    <w:rsid w:val="002727E6"/>
    <w:rsid w:val="00273BFA"/>
    <w:rsid w:val="002820BC"/>
    <w:rsid w:val="002832E7"/>
    <w:rsid w:val="002857EB"/>
    <w:rsid w:val="002A3368"/>
    <w:rsid w:val="002B4335"/>
    <w:rsid w:val="002B5483"/>
    <w:rsid w:val="002C397D"/>
    <w:rsid w:val="002D125D"/>
    <w:rsid w:val="002D53B8"/>
    <w:rsid w:val="002E19B4"/>
    <w:rsid w:val="002E4109"/>
    <w:rsid w:val="002E558B"/>
    <w:rsid w:val="003313EF"/>
    <w:rsid w:val="00333E02"/>
    <w:rsid w:val="00334246"/>
    <w:rsid w:val="0034005B"/>
    <w:rsid w:val="00343EBA"/>
    <w:rsid w:val="0034767B"/>
    <w:rsid w:val="00357644"/>
    <w:rsid w:val="00366B39"/>
    <w:rsid w:val="00366B8F"/>
    <w:rsid w:val="003706B3"/>
    <w:rsid w:val="00394B2F"/>
    <w:rsid w:val="003A5D6A"/>
    <w:rsid w:val="003D2132"/>
    <w:rsid w:val="003D2F9D"/>
    <w:rsid w:val="003D7D70"/>
    <w:rsid w:val="003F68D6"/>
    <w:rsid w:val="0040040D"/>
    <w:rsid w:val="00407EB4"/>
    <w:rsid w:val="00413C7B"/>
    <w:rsid w:val="00425102"/>
    <w:rsid w:val="0043036B"/>
    <w:rsid w:val="0045429A"/>
    <w:rsid w:val="00470DE8"/>
    <w:rsid w:val="0047317C"/>
    <w:rsid w:val="00477BE3"/>
    <w:rsid w:val="004812F1"/>
    <w:rsid w:val="00493647"/>
    <w:rsid w:val="004953A8"/>
    <w:rsid w:val="004A4BF3"/>
    <w:rsid w:val="004A7A4E"/>
    <w:rsid w:val="004D7186"/>
    <w:rsid w:val="004E37F4"/>
    <w:rsid w:val="004F2007"/>
    <w:rsid w:val="004F260C"/>
    <w:rsid w:val="005001FD"/>
    <w:rsid w:val="00505485"/>
    <w:rsid w:val="005103AC"/>
    <w:rsid w:val="005202B2"/>
    <w:rsid w:val="00520B53"/>
    <w:rsid w:val="00524815"/>
    <w:rsid w:val="0052558B"/>
    <w:rsid w:val="00526AE1"/>
    <w:rsid w:val="0053543F"/>
    <w:rsid w:val="005360A5"/>
    <w:rsid w:val="00536DE3"/>
    <w:rsid w:val="00543444"/>
    <w:rsid w:val="00561311"/>
    <w:rsid w:val="00564B84"/>
    <w:rsid w:val="00580820"/>
    <w:rsid w:val="00581B92"/>
    <w:rsid w:val="00584E25"/>
    <w:rsid w:val="00587ED9"/>
    <w:rsid w:val="005A3A33"/>
    <w:rsid w:val="005B2378"/>
    <w:rsid w:val="005B6CCC"/>
    <w:rsid w:val="005B7BA9"/>
    <w:rsid w:val="005C164A"/>
    <w:rsid w:val="005D4A5A"/>
    <w:rsid w:val="005D75BC"/>
    <w:rsid w:val="005E2123"/>
    <w:rsid w:val="005F0DD5"/>
    <w:rsid w:val="005F32F1"/>
    <w:rsid w:val="006034AC"/>
    <w:rsid w:val="00605DC9"/>
    <w:rsid w:val="00610B3B"/>
    <w:rsid w:val="006302B5"/>
    <w:rsid w:val="00641EBD"/>
    <w:rsid w:val="00644EEE"/>
    <w:rsid w:val="00675252"/>
    <w:rsid w:val="00680884"/>
    <w:rsid w:val="006D2CFA"/>
    <w:rsid w:val="006D5CD2"/>
    <w:rsid w:val="006E493A"/>
    <w:rsid w:val="006F36C4"/>
    <w:rsid w:val="00701A6A"/>
    <w:rsid w:val="00713428"/>
    <w:rsid w:val="00727DC2"/>
    <w:rsid w:val="00740B81"/>
    <w:rsid w:val="00742BF5"/>
    <w:rsid w:val="00747DAF"/>
    <w:rsid w:val="00764277"/>
    <w:rsid w:val="007660CE"/>
    <w:rsid w:val="007741C1"/>
    <w:rsid w:val="00780F2A"/>
    <w:rsid w:val="0079313F"/>
    <w:rsid w:val="007A2FCE"/>
    <w:rsid w:val="007A541D"/>
    <w:rsid w:val="007B7BB4"/>
    <w:rsid w:val="0080599F"/>
    <w:rsid w:val="008145C3"/>
    <w:rsid w:val="00817E41"/>
    <w:rsid w:val="008235A5"/>
    <w:rsid w:val="008319DC"/>
    <w:rsid w:val="008353D0"/>
    <w:rsid w:val="008522D5"/>
    <w:rsid w:val="00852AE5"/>
    <w:rsid w:val="0085684B"/>
    <w:rsid w:val="0085737D"/>
    <w:rsid w:val="00862E8E"/>
    <w:rsid w:val="00865FC7"/>
    <w:rsid w:val="00873E55"/>
    <w:rsid w:val="00877A32"/>
    <w:rsid w:val="008816FB"/>
    <w:rsid w:val="00882874"/>
    <w:rsid w:val="008B3DA5"/>
    <w:rsid w:val="008B68D6"/>
    <w:rsid w:val="008C2178"/>
    <w:rsid w:val="008C7512"/>
    <w:rsid w:val="008D247D"/>
    <w:rsid w:val="009109EE"/>
    <w:rsid w:val="0091421C"/>
    <w:rsid w:val="00925DB6"/>
    <w:rsid w:val="009311E2"/>
    <w:rsid w:val="009325FD"/>
    <w:rsid w:val="00933BFC"/>
    <w:rsid w:val="00954F57"/>
    <w:rsid w:val="009603AB"/>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209BA"/>
    <w:rsid w:val="00B25834"/>
    <w:rsid w:val="00B31366"/>
    <w:rsid w:val="00B40651"/>
    <w:rsid w:val="00B51ED3"/>
    <w:rsid w:val="00B5699C"/>
    <w:rsid w:val="00B81DF9"/>
    <w:rsid w:val="00B9464B"/>
    <w:rsid w:val="00B94694"/>
    <w:rsid w:val="00B96B64"/>
    <w:rsid w:val="00BA274B"/>
    <w:rsid w:val="00BB626F"/>
    <w:rsid w:val="00BC753E"/>
    <w:rsid w:val="00BD020B"/>
    <w:rsid w:val="00BD3B59"/>
    <w:rsid w:val="00BF0471"/>
    <w:rsid w:val="00BF0CD3"/>
    <w:rsid w:val="00BF42DA"/>
    <w:rsid w:val="00BF5FC2"/>
    <w:rsid w:val="00C002C5"/>
    <w:rsid w:val="00C006DF"/>
    <w:rsid w:val="00C30F0E"/>
    <w:rsid w:val="00C426B9"/>
    <w:rsid w:val="00C448C0"/>
    <w:rsid w:val="00C47C61"/>
    <w:rsid w:val="00CA1F35"/>
    <w:rsid w:val="00CA2B5D"/>
    <w:rsid w:val="00CA7555"/>
    <w:rsid w:val="00CB0E41"/>
    <w:rsid w:val="00CC3F43"/>
    <w:rsid w:val="00CF2C51"/>
    <w:rsid w:val="00CF2D96"/>
    <w:rsid w:val="00D135D3"/>
    <w:rsid w:val="00D21B88"/>
    <w:rsid w:val="00D256FE"/>
    <w:rsid w:val="00D353D2"/>
    <w:rsid w:val="00D35EDF"/>
    <w:rsid w:val="00D63E89"/>
    <w:rsid w:val="00D64E88"/>
    <w:rsid w:val="00D708C2"/>
    <w:rsid w:val="00D84FE7"/>
    <w:rsid w:val="00D856BC"/>
    <w:rsid w:val="00DA731F"/>
    <w:rsid w:val="00DD2D98"/>
    <w:rsid w:val="00DD7F36"/>
    <w:rsid w:val="00DF51C2"/>
    <w:rsid w:val="00E01ADB"/>
    <w:rsid w:val="00E03F91"/>
    <w:rsid w:val="00E04B90"/>
    <w:rsid w:val="00E2059B"/>
    <w:rsid w:val="00E30997"/>
    <w:rsid w:val="00E66062"/>
    <w:rsid w:val="00E71096"/>
    <w:rsid w:val="00E71C8B"/>
    <w:rsid w:val="00E768F7"/>
    <w:rsid w:val="00EB6921"/>
    <w:rsid w:val="00EC1837"/>
    <w:rsid w:val="00EC39BF"/>
    <w:rsid w:val="00ED074F"/>
    <w:rsid w:val="00EF41D6"/>
    <w:rsid w:val="00F16BE3"/>
    <w:rsid w:val="00F238C2"/>
    <w:rsid w:val="00F26104"/>
    <w:rsid w:val="00F343EA"/>
    <w:rsid w:val="00F421B5"/>
    <w:rsid w:val="00F57EA5"/>
    <w:rsid w:val="00F73984"/>
    <w:rsid w:val="00F74E58"/>
    <w:rsid w:val="00F767BA"/>
    <w:rsid w:val="00F82458"/>
    <w:rsid w:val="00F85642"/>
    <w:rsid w:val="00F962AD"/>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3238D"/>
  <w15:docId w15:val="{826D0B6F-3389-4CD4-9075-4C1DDA2D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character" w:customStyle="1" w:styleId="PisMrk">
    <w:name w:val="Päis Märk"/>
    <w:basedOn w:val="Liguvaikefont"/>
    <w:link w:val="Pis"/>
    <w:uiPriority w:val="99"/>
    <w:rsid w:val="004F2007"/>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20-%20ehit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F4509-CFE7-4820-BD3B-99D80950A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TÖÖVÕTULEPING.dotx</Template>
  <TotalTime>1</TotalTime>
  <Pages>10</Pages>
  <Words>3052</Words>
  <Characters>23405</Characters>
  <Application>Microsoft Office Word</Application>
  <DocSecurity>0</DocSecurity>
  <Lines>195</Lines>
  <Paragraphs>52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26405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Maarja-Viorika Vasko</cp:lastModifiedBy>
  <cp:revision>4</cp:revision>
  <cp:lastPrinted>2012-01-19T11:15:00Z</cp:lastPrinted>
  <dcterms:created xsi:type="dcterms:W3CDTF">2024-05-13T09:57:00Z</dcterms:created>
  <dcterms:modified xsi:type="dcterms:W3CDTF">2024-05-14T07:17:00Z</dcterms:modified>
</cp:coreProperties>
</file>